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2CD5BC" w14:textId="27804289" w:rsidR="006E5D65" w:rsidRPr="00E960BB" w:rsidRDefault="00D87B1A" w:rsidP="00D87B1A">
      <w:pPr>
        <w:spacing w:line="240" w:lineRule="auto"/>
        <w:ind w:left="4248"/>
        <w:jc w:val="right"/>
        <w:rPr>
          <w:rFonts w:ascii="Corbel" w:hAnsi="Corbel"/>
          <w:bCs/>
          <w:i/>
        </w:rPr>
      </w:pPr>
      <w:r>
        <w:rPr>
          <w:rFonts w:ascii="Corbel" w:hAnsi="Corbel" w:cs="Corbel"/>
          <w:bCs/>
          <w:i/>
        </w:rPr>
        <w:t>Załącznik nr 1.5 do Zarządzenia Rektora UR  nr 12/2019</w:t>
      </w:r>
      <w:r w:rsidR="00997F14"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</w:p>
    <w:p w14:paraId="0E108243" w14:textId="77777777" w:rsidR="0085747A" w:rsidRPr="009C54AE" w:rsidRDefault="0085747A" w:rsidP="00D8315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A620CA6" w14:textId="65D3C88A" w:rsidR="0085747A" w:rsidRPr="00D8315E" w:rsidRDefault="0071620A" w:rsidP="00D8315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63BC6" w:rsidRPr="00663BC6">
        <w:rPr>
          <w:rFonts w:ascii="Corbel" w:hAnsi="Corbel"/>
          <w:b/>
          <w:smallCaps/>
          <w:sz w:val="24"/>
          <w:szCs w:val="24"/>
        </w:rPr>
        <w:t>2021-2024</w:t>
      </w:r>
    </w:p>
    <w:p w14:paraId="17D9E1D6" w14:textId="2CF11B80" w:rsidR="00D90AA2" w:rsidRDefault="00D90AA2" w:rsidP="00D90AA2">
      <w:pPr>
        <w:spacing w:after="0" w:line="240" w:lineRule="exact"/>
        <w:ind w:left="1416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Pr="006F6CBE">
        <w:rPr>
          <w:rFonts w:ascii="Corbel" w:hAnsi="Corbel"/>
          <w:szCs w:val="24"/>
        </w:rPr>
        <w:t xml:space="preserve">(skrajne daty) </w:t>
      </w:r>
    </w:p>
    <w:p w14:paraId="0E8BFAA6" w14:textId="0BEA8A6E" w:rsidR="00445970" w:rsidRPr="00D8315E" w:rsidRDefault="00445970" w:rsidP="00D8315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D8315E">
        <w:rPr>
          <w:rFonts w:ascii="Corbel" w:hAnsi="Corbel"/>
          <w:sz w:val="24"/>
          <w:szCs w:val="24"/>
        </w:rPr>
        <w:t>R</w:t>
      </w:r>
      <w:r w:rsidR="009E5440">
        <w:rPr>
          <w:rFonts w:ascii="Corbel" w:hAnsi="Corbel"/>
          <w:sz w:val="24"/>
          <w:szCs w:val="24"/>
        </w:rPr>
        <w:t xml:space="preserve">ok akademicki </w:t>
      </w:r>
      <w:r w:rsidR="00663BC6" w:rsidRPr="00663BC6">
        <w:rPr>
          <w:rFonts w:ascii="Corbel" w:hAnsi="Corbel"/>
          <w:sz w:val="24"/>
          <w:szCs w:val="24"/>
        </w:rPr>
        <w:t>2021/2022</w:t>
      </w:r>
      <w:bookmarkStart w:id="0" w:name="_GoBack"/>
      <w:bookmarkEnd w:id="0"/>
    </w:p>
    <w:p w14:paraId="2B1B6A9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5D4730D" w14:textId="77777777" w:rsidR="0085747A" w:rsidRPr="009C54AE" w:rsidRDefault="0071620A" w:rsidP="00C858F4">
      <w:pPr>
        <w:pStyle w:val="Punktygwne"/>
        <w:spacing w:before="0" w:after="12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CDBB698" w14:textId="77777777" w:rsidTr="00D90AA2">
        <w:tc>
          <w:tcPr>
            <w:tcW w:w="2694" w:type="dxa"/>
            <w:vAlign w:val="center"/>
          </w:tcPr>
          <w:p w14:paraId="524E97E8" w14:textId="77777777" w:rsidR="0085747A" w:rsidRPr="009C54AE" w:rsidRDefault="00C05F44" w:rsidP="00D90AA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26857C" w14:textId="77777777" w:rsidR="0085747A" w:rsidRPr="00D90AA2" w:rsidRDefault="00CA08DC" w:rsidP="00D90AA2">
            <w:pPr>
              <w:pStyle w:val="Odpowiedzi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90AA2">
              <w:rPr>
                <w:rFonts w:ascii="Corbel" w:hAnsi="Corbel"/>
                <w:sz w:val="24"/>
                <w:szCs w:val="24"/>
              </w:rPr>
              <w:t>Historia administracji</w:t>
            </w:r>
          </w:p>
        </w:tc>
      </w:tr>
      <w:tr w:rsidR="0085747A" w:rsidRPr="009C54AE" w14:paraId="078379F8" w14:textId="77777777" w:rsidTr="00D90AA2">
        <w:tc>
          <w:tcPr>
            <w:tcW w:w="2694" w:type="dxa"/>
            <w:vAlign w:val="center"/>
          </w:tcPr>
          <w:p w14:paraId="73F8C92C" w14:textId="77777777" w:rsidR="0085747A" w:rsidRPr="009C54AE" w:rsidRDefault="00C05F44" w:rsidP="00D90AA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4A82AA" w14:textId="77777777" w:rsidR="0085747A" w:rsidRPr="009C54AE" w:rsidRDefault="00CA08DC" w:rsidP="00D90AA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</w:t>
            </w:r>
            <w:r w:rsidR="008D6DC5" w:rsidRPr="008D6DC5">
              <w:rPr>
                <w:rFonts w:ascii="Corbel" w:hAnsi="Corbel"/>
                <w:b w:val="0"/>
                <w:sz w:val="24"/>
                <w:szCs w:val="24"/>
              </w:rPr>
              <w:t>04</w:t>
            </w:r>
          </w:p>
        </w:tc>
      </w:tr>
      <w:tr w:rsidR="0085747A" w:rsidRPr="009C54AE" w14:paraId="435F7277" w14:textId="77777777" w:rsidTr="00D90AA2">
        <w:tc>
          <w:tcPr>
            <w:tcW w:w="2694" w:type="dxa"/>
            <w:vAlign w:val="center"/>
          </w:tcPr>
          <w:p w14:paraId="59EADA23" w14:textId="77777777" w:rsidR="0085747A" w:rsidRPr="009C54AE" w:rsidRDefault="001A365C" w:rsidP="00D90AA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1BF4FA7" w14:textId="77777777" w:rsidR="0085747A" w:rsidRPr="009C54AE" w:rsidRDefault="0022660F" w:rsidP="00D90AA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90AA2" w:rsidRPr="009C54AE" w14:paraId="4FF883B8" w14:textId="77777777" w:rsidTr="00D90AA2">
        <w:tc>
          <w:tcPr>
            <w:tcW w:w="2694" w:type="dxa"/>
            <w:vAlign w:val="center"/>
          </w:tcPr>
          <w:p w14:paraId="3FB70CEE" w14:textId="77777777" w:rsidR="00D90AA2" w:rsidRPr="009C54AE" w:rsidRDefault="00D90AA2" w:rsidP="00D90AA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77EE29" w14:textId="6272591B" w:rsidR="00D90AA2" w:rsidRPr="009C54AE" w:rsidRDefault="00D90AA2" w:rsidP="00D90AA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90AA2" w:rsidRPr="009C54AE" w14:paraId="0A1375B8" w14:textId="77777777" w:rsidTr="00D90AA2">
        <w:tc>
          <w:tcPr>
            <w:tcW w:w="2694" w:type="dxa"/>
            <w:vAlign w:val="center"/>
          </w:tcPr>
          <w:p w14:paraId="0BE2082F" w14:textId="77777777" w:rsidR="00D90AA2" w:rsidRPr="009C54AE" w:rsidRDefault="00D90AA2" w:rsidP="00D90AA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609A7C" w14:textId="77777777" w:rsidR="00D90AA2" w:rsidRPr="009C54AE" w:rsidRDefault="00D90AA2" w:rsidP="00D90AA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D90AA2" w:rsidRPr="009C54AE" w14:paraId="2E7DFA4B" w14:textId="77777777" w:rsidTr="00D90AA2">
        <w:tc>
          <w:tcPr>
            <w:tcW w:w="2694" w:type="dxa"/>
            <w:vAlign w:val="center"/>
          </w:tcPr>
          <w:p w14:paraId="2797D243" w14:textId="77777777" w:rsidR="00D90AA2" w:rsidRPr="009C54AE" w:rsidRDefault="00D90AA2" w:rsidP="00D90AA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66A1395" w14:textId="77777777" w:rsidR="00D90AA2" w:rsidRPr="009C54AE" w:rsidRDefault="00D90AA2" w:rsidP="00D90AA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A08DC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D90AA2" w:rsidRPr="009C54AE" w14:paraId="114DDC43" w14:textId="77777777" w:rsidTr="00D90AA2">
        <w:tc>
          <w:tcPr>
            <w:tcW w:w="2694" w:type="dxa"/>
            <w:vAlign w:val="center"/>
          </w:tcPr>
          <w:p w14:paraId="31F7EDCF" w14:textId="77777777" w:rsidR="00D90AA2" w:rsidRPr="009C54AE" w:rsidRDefault="00D90AA2" w:rsidP="00D90AA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6ADA85" w14:textId="77777777" w:rsidR="00D90AA2" w:rsidRPr="009C54AE" w:rsidRDefault="00D90AA2" w:rsidP="00D90AA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A08DC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90AA2" w:rsidRPr="009C54AE" w14:paraId="03295DA2" w14:textId="77777777" w:rsidTr="00D90AA2">
        <w:tc>
          <w:tcPr>
            <w:tcW w:w="2694" w:type="dxa"/>
            <w:vAlign w:val="center"/>
          </w:tcPr>
          <w:p w14:paraId="7307B5CD" w14:textId="77777777" w:rsidR="00D90AA2" w:rsidRPr="009C54AE" w:rsidRDefault="00D90AA2" w:rsidP="00D90AA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D673E9" w14:textId="77777777" w:rsidR="00D90AA2" w:rsidRPr="009C54AE" w:rsidRDefault="00D90AA2" w:rsidP="00D90AA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D6DC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90AA2" w:rsidRPr="009C54AE" w14:paraId="3FBA2FEF" w14:textId="77777777" w:rsidTr="00D90AA2">
        <w:tc>
          <w:tcPr>
            <w:tcW w:w="2694" w:type="dxa"/>
            <w:vAlign w:val="center"/>
          </w:tcPr>
          <w:p w14:paraId="64F9B4DD" w14:textId="77777777" w:rsidR="00D90AA2" w:rsidRPr="009C54AE" w:rsidRDefault="00D90AA2" w:rsidP="00D90AA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A9C7826" w14:textId="77777777" w:rsidR="00D90AA2" w:rsidRPr="009C54AE" w:rsidRDefault="00D90AA2" w:rsidP="00D90AA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semestr </w:t>
            </w:r>
            <w:r w:rsidRPr="008D6DC5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D90AA2" w:rsidRPr="009C54AE" w14:paraId="3A8B3714" w14:textId="77777777" w:rsidTr="00D90AA2">
        <w:tc>
          <w:tcPr>
            <w:tcW w:w="2694" w:type="dxa"/>
            <w:vAlign w:val="center"/>
          </w:tcPr>
          <w:p w14:paraId="64CDAD67" w14:textId="77777777" w:rsidR="00D90AA2" w:rsidRPr="009C54AE" w:rsidRDefault="00D90AA2" w:rsidP="00D90AA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82307E" w14:textId="77777777" w:rsidR="00D90AA2" w:rsidRPr="009C54AE" w:rsidRDefault="00D90AA2" w:rsidP="00D90AA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D6DC5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D90AA2" w:rsidRPr="009C54AE" w14:paraId="7BFAACB0" w14:textId="77777777" w:rsidTr="00D90AA2">
        <w:tc>
          <w:tcPr>
            <w:tcW w:w="2694" w:type="dxa"/>
            <w:vAlign w:val="center"/>
          </w:tcPr>
          <w:p w14:paraId="09CCC3EC" w14:textId="77777777" w:rsidR="00D90AA2" w:rsidRPr="009C54AE" w:rsidRDefault="00D90AA2" w:rsidP="00D90AA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F84FD6B" w14:textId="77777777" w:rsidR="00D90AA2" w:rsidRPr="009C54AE" w:rsidRDefault="00D90AA2" w:rsidP="00D90AA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90AA2" w:rsidRPr="009C54AE" w14:paraId="4AD1B236" w14:textId="77777777" w:rsidTr="00D90AA2">
        <w:tc>
          <w:tcPr>
            <w:tcW w:w="2694" w:type="dxa"/>
            <w:vAlign w:val="center"/>
          </w:tcPr>
          <w:p w14:paraId="5ABFCC54" w14:textId="77777777" w:rsidR="00D90AA2" w:rsidRPr="009C54AE" w:rsidRDefault="00D90AA2" w:rsidP="00D90AA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B0E9E0B" w14:textId="56EC363B" w:rsidR="00D90AA2" w:rsidRPr="009C54AE" w:rsidRDefault="00D90AA2" w:rsidP="00D90AA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Władysław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Wlaźlak</w:t>
            </w:r>
            <w:proofErr w:type="spellEnd"/>
            <w:r w:rsidRPr="008D6DC5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D90AA2" w:rsidRPr="009C54AE" w14:paraId="0806672D" w14:textId="77777777" w:rsidTr="00D90AA2">
        <w:tc>
          <w:tcPr>
            <w:tcW w:w="2694" w:type="dxa"/>
            <w:vAlign w:val="center"/>
          </w:tcPr>
          <w:p w14:paraId="69AE8D84" w14:textId="77777777" w:rsidR="00D90AA2" w:rsidRPr="009C54AE" w:rsidRDefault="00D90AA2" w:rsidP="00D90AA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4AA729" w14:textId="1B32085C" w:rsidR="00D90AA2" w:rsidRDefault="00D90AA2" w:rsidP="00D90AA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5088">
              <w:rPr>
                <w:rFonts w:ascii="Corbel" w:hAnsi="Corbel"/>
                <w:b w:val="0"/>
                <w:sz w:val="24"/>
                <w:szCs w:val="24"/>
              </w:rPr>
              <w:t>d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 hab. Władysław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Wlaźlak</w:t>
            </w:r>
            <w:proofErr w:type="spellEnd"/>
            <w:r w:rsidRPr="009F5088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  <w:p w14:paraId="5ED40D12" w14:textId="084A29E6" w:rsidR="00D90AA2" w:rsidRPr="009C54AE" w:rsidRDefault="00D90AA2" w:rsidP="00D90AA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D6DC5">
              <w:rPr>
                <w:rFonts w:ascii="Corbel" w:hAnsi="Corbel"/>
                <w:b w:val="0"/>
                <w:sz w:val="24"/>
                <w:szCs w:val="24"/>
              </w:rPr>
              <w:t xml:space="preserve">dr Ewa </w:t>
            </w:r>
            <w:proofErr w:type="spellStart"/>
            <w:r w:rsidRPr="008D6DC5">
              <w:rPr>
                <w:rFonts w:ascii="Corbel" w:hAnsi="Corbel"/>
                <w:b w:val="0"/>
                <w:sz w:val="24"/>
                <w:szCs w:val="24"/>
              </w:rPr>
              <w:t>Leniart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dr Marta Paszek</w:t>
            </w:r>
          </w:p>
        </w:tc>
      </w:tr>
    </w:tbl>
    <w:p w14:paraId="78B0D195" w14:textId="77777777" w:rsidR="0085747A" w:rsidRPr="009C54AE" w:rsidRDefault="0085747A" w:rsidP="00D90AA2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2652FB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EE4A9F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2"/>
        <w:gridCol w:w="910"/>
        <w:gridCol w:w="781"/>
        <w:gridCol w:w="884"/>
        <w:gridCol w:w="797"/>
        <w:gridCol w:w="819"/>
        <w:gridCol w:w="752"/>
        <w:gridCol w:w="946"/>
        <w:gridCol w:w="1181"/>
        <w:gridCol w:w="1476"/>
      </w:tblGrid>
      <w:tr w:rsidR="00015B8F" w:rsidRPr="009C54AE" w14:paraId="6D429892" w14:textId="77777777" w:rsidTr="00D90AA2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8654E" w14:textId="77777777" w:rsidR="00015B8F" w:rsidRPr="00C858F4" w:rsidRDefault="00015B8F" w:rsidP="00D90AA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Semestr</w:t>
            </w:r>
          </w:p>
          <w:p w14:paraId="3B334AC3" w14:textId="77777777" w:rsidR="00015B8F" w:rsidRPr="00C858F4" w:rsidRDefault="002B5EA0" w:rsidP="00D90AA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(</w:t>
            </w:r>
            <w:r w:rsidR="00363F78" w:rsidRPr="00C858F4">
              <w:rPr>
                <w:rFonts w:ascii="Corbel" w:hAnsi="Corbel"/>
                <w:b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7E41F" w14:textId="77777777" w:rsidR="00015B8F" w:rsidRPr="00C858F4" w:rsidRDefault="00015B8F" w:rsidP="00D90AA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proofErr w:type="spellStart"/>
            <w:r w:rsidRPr="00C858F4">
              <w:rPr>
                <w:rFonts w:ascii="Corbel" w:hAnsi="Corbel"/>
                <w:b/>
                <w:szCs w:val="24"/>
              </w:rPr>
              <w:t>Wykł</w:t>
            </w:r>
            <w:proofErr w:type="spellEnd"/>
            <w:r w:rsidRPr="00C858F4">
              <w:rPr>
                <w:rFonts w:ascii="Corbel" w:hAnsi="Corbel"/>
                <w:b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74577" w14:textId="77777777" w:rsidR="00015B8F" w:rsidRPr="00C858F4" w:rsidRDefault="00015B8F" w:rsidP="00D90AA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Ćw.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0B5A8" w14:textId="77777777" w:rsidR="00015B8F" w:rsidRPr="00C858F4" w:rsidRDefault="00015B8F" w:rsidP="00D90AA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proofErr w:type="spellStart"/>
            <w:r w:rsidRPr="00C858F4">
              <w:rPr>
                <w:rFonts w:ascii="Corbel" w:hAnsi="Corbel"/>
                <w:b/>
                <w:szCs w:val="24"/>
              </w:rPr>
              <w:t>Konw</w:t>
            </w:r>
            <w:proofErr w:type="spellEnd"/>
            <w:r w:rsidRPr="00C858F4">
              <w:rPr>
                <w:rFonts w:ascii="Corbel" w:hAnsi="Corbel"/>
                <w:b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5B630" w14:textId="77777777" w:rsidR="00015B8F" w:rsidRPr="00C858F4" w:rsidRDefault="00015B8F" w:rsidP="00D90AA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B2634" w14:textId="77777777" w:rsidR="00015B8F" w:rsidRPr="00C858F4" w:rsidRDefault="00015B8F" w:rsidP="00D90AA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proofErr w:type="spellStart"/>
            <w:r w:rsidRPr="00C858F4">
              <w:rPr>
                <w:rFonts w:ascii="Corbel" w:hAnsi="Corbel"/>
                <w:b/>
                <w:szCs w:val="24"/>
              </w:rPr>
              <w:t>Sem</w:t>
            </w:r>
            <w:proofErr w:type="spellEnd"/>
            <w:r w:rsidRPr="00C858F4">
              <w:rPr>
                <w:rFonts w:ascii="Corbel" w:hAnsi="Corbel"/>
                <w:b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57FC5" w14:textId="77777777" w:rsidR="00015B8F" w:rsidRPr="00C858F4" w:rsidRDefault="00015B8F" w:rsidP="00D90AA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36B1A" w14:textId="77777777" w:rsidR="00015B8F" w:rsidRPr="00C858F4" w:rsidRDefault="00015B8F" w:rsidP="00D90AA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proofErr w:type="spellStart"/>
            <w:r w:rsidRPr="00C858F4">
              <w:rPr>
                <w:rFonts w:ascii="Corbel" w:hAnsi="Corbel"/>
                <w:b/>
                <w:szCs w:val="24"/>
              </w:rPr>
              <w:t>Prakt</w:t>
            </w:r>
            <w:proofErr w:type="spellEnd"/>
            <w:r w:rsidRPr="00C858F4">
              <w:rPr>
                <w:rFonts w:ascii="Corbel" w:hAnsi="Corbel"/>
                <w:b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0A9AD" w14:textId="77777777" w:rsidR="00015B8F" w:rsidRPr="00C858F4" w:rsidRDefault="00015B8F" w:rsidP="00D90AA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A1489" w14:textId="77777777" w:rsidR="00015B8F" w:rsidRPr="009C54AE" w:rsidRDefault="00015B8F" w:rsidP="00D90AA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EAD02E8" w14:textId="77777777" w:rsidTr="00D90AA2">
        <w:trPr>
          <w:trHeight w:val="592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3F9D9" w14:textId="77777777" w:rsidR="00015B8F" w:rsidRPr="009C54AE" w:rsidRDefault="00D24278" w:rsidP="00D90AA2">
            <w:pPr>
              <w:pStyle w:val="centralniewrubryce"/>
              <w:spacing w:before="120" w:after="0"/>
              <w:rPr>
                <w:rFonts w:ascii="Corbel" w:hAnsi="Corbel"/>
                <w:sz w:val="24"/>
                <w:szCs w:val="24"/>
              </w:rPr>
            </w:pPr>
            <w:r w:rsidRPr="00511A98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4C761" w14:textId="48FC58BA" w:rsidR="00015B8F" w:rsidRPr="009C54AE" w:rsidRDefault="00D24278" w:rsidP="00D90AA2">
            <w:pPr>
              <w:pStyle w:val="centralniewrubryce"/>
              <w:spacing w:before="120" w:after="0"/>
              <w:rPr>
                <w:rFonts w:ascii="Corbel" w:hAnsi="Corbel"/>
                <w:sz w:val="24"/>
                <w:szCs w:val="24"/>
              </w:rPr>
            </w:pPr>
            <w:r w:rsidRPr="00511A9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1D45E" w14:textId="13E4C27F" w:rsidR="00015B8F" w:rsidRPr="009C54AE" w:rsidRDefault="00D24278" w:rsidP="00D90AA2">
            <w:pPr>
              <w:pStyle w:val="centralniewrubryce"/>
              <w:spacing w:before="120" w:after="0"/>
              <w:rPr>
                <w:rFonts w:ascii="Corbel" w:hAnsi="Corbel"/>
                <w:sz w:val="24"/>
                <w:szCs w:val="24"/>
              </w:rPr>
            </w:pPr>
            <w:r w:rsidRPr="008D6DC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CE500" w14:textId="77777777" w:rsidR="00015B8F" w:rsidRPr="009C54AE" w:rsidRDefault="00015B8F" w:rsidP="00D90AA2">
            <w:pPr>
              <w:pStyle w:val="centralniewrubryce"/>
              <w:spacing w:before="12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A1C72" w14:textId="77777777" w:rsidR="00015B8F" w:rsidRPr="009C54AE" w:rsidRDefault="00015B8F" w:rsidP="00D90AA2">
            <w:pPr>
              <w:pStyle w:val="centralniewrubryce"/>
              <w:spacing w:before="12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22D64" w14:textId="77777777" w:rsidR="00015B8F" w:rsidRPr="009C54AE" w:rsidRDefault="00015B8F" w:rsidP="00D90AA2">
            <w:pPr>
              <w:pStyle w:val="centralniewrubryce"/>
              <w:spacing w:before="12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3FF11" w14:textId="77777777" w:rsidR="00015B8F" w:rsidRPr="009C54AE" w:rsidRDefault="00015B8F" w:rsidP="00D90AA2">
            <w:pPr>
              <w:pStyle w:val="centralniewrubryce"/>
              <w:spacing w:before="12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CE952" w14:textId="77777777" w:rsidR="00015B8F" w:rsidRPr="009C54AE" w:rsidRDefault="00015B8F" w:rsidP="00D90AA2">
            <w:pPr>
              <w:pStyle w:val="centralniewrubryce"/>
              <w:spacing w:before="12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FC6D4" w14:textId="77777777" w:rsidR="00015B8F" w:rsidRPr="009C54AE" w:rsidRDefault="00015B8F" w:rsidP="00D90AA2">
            <w:pPr>
              <w:pStyle w:val="centralniewrubryce"/>
              <w:spacing w:before="12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B9D44" w14:textId="4A063D54" w:rsidR="00015B8F" w:rsidRPr="009C54AE" w:rsidRDefault="00D24278" w:rsidP="00D90AA2">
            <w:pPr>
              <w:pStyle w:val="centralniewrubryce"/>
              <w:spacing w:before="12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E5569E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DCBB04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A36A84D" w14:textId="77CFB314" w:rsidR="0085747A" w:rsidRPr="009C54AE" w:rsidRDefault="008D6DC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E3473">
        <w:rPr>
          <w:rFonts w:ascii="Corbel" w:eastAsia="MS Gothic" w:hAnsi="Corbel" w:cs="MS Gothic"/>
          <w:b w:val="0"/>
          <w:szCs w:val="24"/>
        </w:rPr>
        <w:t>x</w:t>
      </w:r>
      <w:r w:rsidR="0085747A" w:rsidRPr="00CE3473">
        <w:rPr>
          <w:rFonts w:ascii="Corbel" w:hAnsi="Corbel"/>
          <w:b w:val="0"/>
          <w:smallCaps w:val="0"/>
          <w:szCs w:val="24"/>
        </w:rPr>
        <w:t xml:space="preserve"> </w:t>
      </w:r>
      <w:r w:rsidR="00CE3473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DE36C44" w14:textId="598064D2" w:rsidR="0085747A" w:rsidRPr="009C54AE" w:rsidRDefault="00CE347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E3473">
        <w:rPr>
          <w:rFonts w:ascii="Corbel" w:eastAsia="MS Gothic" w:hAnsi="Corbel" w:cs="MS Gothic"/>
          <w:b w:val="0"/>
          <w:sz w:val="22"/>
          <w:szCs w:val="24"/>
        </w:rPr>
        <w:t>x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8BD1B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D33E8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12B7E0" w14:textId="77777777" w:rsidR="00E47F44" w:rsidRPr="00E47F44" w:rsidRDefault="00E47F44" w:rsidP="00E47F44">
      <w:pPr>
        <w:pStyle w:val="Punktygwne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Pr="00E47F44">
        <w:rPr>
          <w:rFonts w:ascii="Corbel" w:hAnsi="Corbel"/>
          <w:b w:val="0"/>
          <w:smallCaps w:val="0"/>
          <w:szCs w:val="24"/>
        </w:rPr>
        <w:t xml:space="preserve"> - zaliczenie z oceną w formie krótkiego testu zamkniętego z odpowiedziami wielokrotnego wyboru, bądź w przypadku wykazania znacznej aktywności popartej wysokim poziomem wiedzy merytorycznej</w:t>
      </w:r>
      <w:r>
        <w:rPr>
          <w:rFonts w:ascii="Corbel" w:hAnsi="Corbel"/>
          <w:b w:val="0"/>
          <w:smallCaps w:val="0"/>
          <w:szCs w:val="24"/>
        </w:rPr>
        <w:t xml:space="preserve"> na podstawie ocen cząstkowych;</w:t>
      </w:r>
    </w:p>
    <w:p w14:paraId="01250FBA" w14:textId="77777777" w:rsidR="00E47F44" w:rsidRPr="00E47F44" w:rsidRDefault="00E47F44" w:rsidP="00E47F4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  <w:r w:rsidRPr="00E47F44">
        <w:rPr>
          <w:rFonts w:ascii="Corbel" w:hAnsi="Corbel"/>
          <w:b w:val="0"/>
          <w:smallCaps w:val="0"/>
          <w:szCs w:val="24"/>
        </w:rPr>
        <w:t xml:space="preserve">ykłady - egzamin </w:t>
      </w:r>
      <w:r w:rsidR="001005FA">
        <w:rPr>
          <w:rFonts w:ascii="Corbel" w:hAnsi="Corbel"/>
          <w:b w:val="0"/>
          <w:smallCaps w:val="0"/>
          <w:szCs w:val="24"/>
        </w:rPr>
        <w:t>ustny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05D9161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4529A0" w14:textId="77777777" w:rsidR="00D90AA2" w:rsidRDefault="00D90AA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30F05B" w14:textId="57D13E05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481B866" w14:textId="77777777" w:rsidR="006C6051" w:rsidRPr="009C54AE" w:rsidRDefault="006C605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3CF8E4" w14:textId="77777777" w:rsidTr="00745302">
        <w:tc>
          <w:tcPr>
            <w:tcW w:w="9670" w:type="dxa"/>
          </w:tcPr>
          <w:p w14:paraId="4F8BD37B" w14:textId="77777777" w:rsidR="0085747A" w:rsidRPr="009C54AE" w:rsidRDefault="008D6DC5" w:rsidP="00CA08DC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6D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historii </w:t>
            </w:r>
            <w:r w:rsidR="00CA08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Polski </w:t>
            </w:r>
            <w:r w:rsidRPr="008D6D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 poziomie wymaganym na egzaminie maturalnym.  </w:t>
            </w:r>
          </w:p>
        </w:tc>
      </w:tr>
    </w:tbl>
    <w:p w14:paraId="3825093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DE3F6A" w14:textId="3AD1A568" w:rsidR="0085747A" w:rsidRPr="00C05F44" w:rsidRDefault="00CE3473" w:rsidP="00D90AA2">
      <w:pPr>
        <w:pStyle w:val="Punktygwne"/>
        <w:spacing w:before="0" w:after="0"/>
        <w:ind w:left="142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0C33C29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BBEE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CB1A73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C0983CB" w14:textId="77777777" w:rsidTr="00923D7D">
        <w:tc>
          <w:tcPr>
            <w:tcW w:w="851" w:type="dxa"/>
            <w:vAlign w:val="center"/>
          </w:tcPr>
          <w:p w14:paraId="66698987" w14:textId="77777777" w:rsidR="0085747A" w:rsidRPr="009C54AE" w:rsidRDefault="0085747A" w:rsidP="0047779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79CDECFC" w14:textId="77777777" w:rsidR="0085747A" w:rsidRPr="009C54AE" w:rsidRDefault="00CA08DC" w:rsidP="00D47011">
            <w:pPr>
              <w:pStyle w:val="Podpunkty"/>
              <w:spacing w:before="120" w:after="12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08DC">
              <w:rPr>
                <w:rFonts w:ascii="Corbel" w:hAnsi="Corbel"/>
                <w:b w:val="0"/>
                <w:sz w:val="24"/>
                <w:szCs w:val="24"/>
              </w:rPr>
              <w:t>Zdobycie i ugruntowanie wiedzy dotyczącej ewolucji administracji w Polsce, wybranych krajach Bliskiego Wschodu, Europy oraz w Stanach Zjednoczonych od czasów starożytnych do połowy XX w., jak również odnoszącej się do kluczowych pojęć, instytucji oraz źródeł z zakresu prawa konstytucyjnego i administracyjnego.</w:t>
            </w:r>
          </w:p>
        </w:tc>
      </w:tr>
      <w:tr w:rsidR="0085747A" w:rsidRPr="009C54AE" w14:paraId="49CCEF10" w14:textId="77777777" w:rsidTr="0047779A">
        <w:trPr>
          <w:trHeight w:val="1390"/>
        </w:trPr>
        <w:tc>
          <w:tcPr>
            <w:tcW w:w="851" w:type="dxa"/>
            <w:vAlign w:val="center"/>
          </w:tcPr>
          <w:p w14:paraId="4411F383" w14:textId="77777777" w:rsidR="0085747A" w:rsidRPr="009C54AE" w:rsidRDefault="006C6051" w:rsidP="0047779A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FB7D0A9" w14:textId="77777777" w:rsidR="0085747A" w:rsidRPr="009C54AE" w:rsidRDefault="003147A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47A0">
              <w:rPr>
                <w:rFonts w:ascii="Corbel" w:hAnsi="Corbel"/>
                <w:b w:val="0"/>
                <w:sz w:val="24"/>
                <w:szCs w:val="24"/>
              </w:rPr>
              <w:t>Wykorzystanie wspomnianej wiedzy jako narzędzia pozwalającego na dokonanie samodzielnej analizy i formułowania wniosków w odniesieniu do różnorodnych systemów administracji funkcjonujących w przeszłości i aktualnie, ze szczególnym uwzględnieniem Polski.</w:t>
            </w:r>
          </w:p>
        </w:tc>
      </w:tr>
      <w:tr w:rsidR="0047779A" w:rsidRPr="009C54AE" w14:paraId="14B4249D" w14:textId="77777777" w:rsidTr="00C858F4">
        <w:trPr>
          <w:trHeight w:val="228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5FC0277" w14:textId="77777777" w:rsidR="0047779A" w:rsidRDefault="0047779A" w:rsidP="0047779A">
            <w:pPr>
              <w:pStyle w:val="Cele"/>
              <w:tabs>
                <w:tab w:val="clear" w:pos="720"/>
                <w:tab w:val="left" w:pos="601"/>
                <w:tab w:val="left" w:pos="635"/>
              </w:tabs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bottom w:val="single" w:sz="4" w:space="0" w:color="auto"/>
            </w:tcBorders>
            <w:vAlign w:val="center"/>
          </w:tcPr>
          <w:p w14:paraId="3FF77E46" w14:textId="77777777" w:rsidR="0047779A" w:rsidRPr="003147A0" w:rsidRDefault="0047779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779A">
              <w:rPr>
                <w:rFonts w:ascii="Corbel" w:hAnsi="Corbel"/>
                <w:b w:val="0"/>
                <w:sz w:val="24"/>
                <w:szCs w:val="24"/>
              </w:rPr>
              <w:t>Umiejętność przewidywania kierunku zmian we współczesnych systemach administracyjnych.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5DED65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74B025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3A569D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13D7B203" w14:textId="77777777" w:rsidTr="0071620A">
        <w:tc>
          <w:tcPr>
            <w:tcW w:w="1701" w:type="dxa"/>
            <w:vAlign w:val="center"/>
          </w:tcPr>
          <w:p w14:paraId="4BD96957" w14:textId="77777777" w:rsidR="0085747A" w:rsidRPr="00C858F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858F4">
              <w:rPr>
                <w:rFonts w:ascii="Corbel" w:hAnsi="Corbel"/>
                <w:smallCaps w:val="0"/>
                <w:szCs w:val="24"/>
              </w:rPr>
              <w:t xml:space="preserve"> (</w:t>
            </w:r>
            <w:r w:rsidR="00C05F44" w:rsidRPr="00C858F4">
              <w:rPr>
                <w:rFonts w:ascii="Corbel" w:hAnsi="Corbel"/>
                <w:smallCaps w:val="0"/>
                <w:szCs w:val="24"/>
              </w:rPr>
              <w:t>efekt uczenia się</w:t>
            </w:r>
            <w:r w:rsidR="00B82308" w:rsidRPr="00C858F4">
              <w:rPr>
                <w:rFonts w:ascii="Corbel" w:hAnsi="Corbel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EAB1674" w14:textId="77777777" w:rsidR="0085747A" w:rsidRPr="00C858F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 xml:space="preserve">Treść efektu </w:t>
            </w:r>
            <w:r w:rsidR="00C05F44" w:rsidRPr="00C858F4">
              <w:rPr>
                <w:rFonts w:ascii="Corbel" w:hAnsi="Corbel"/>
                <w:smallCaps w:val="0"/>
                <w:szCs w:val="24"/>
              </w:rPr>
              <w:t xml:space="preserve">uczenia się </w:t>
            </w:r>
            <w:r w:rsidRPr="00C858F4">
              <w:rPr>
                <w:rFonts w:ascii="Corbel" w:hAnsi="Corbel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48956E7" w14:textId="77777777" w:rsidR="0085747A" w:rsidRPr="00C858F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 xml:space="preserve">Odniesienie do efektów  kierunkowych </w:t>
            </w:r>
            <w:r w:rsidR="0030395F" w:rsidRPr="005B188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B66AFA2" w14:textId="77777777" w:rsidTr="005E6E85">
        <w:tc>
          <w:tcPr>
            <w:tcW w:w="1701" w:type="dxa"/>
          </w:tcPr>
          <w:p w14:paraId="54D4EB9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75FCDAA" w14:textId="77777777" w:rsidR="0085747A" w:rsidRPr="00D47011" w:rsidRDefault="003147A0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P</w:t>
            </w:r>
            <w:r w:rsidRPr="003147A0">
              <w:rPr>
                <w:rFonts w:ascii="Corbel" w:eastAsia="Times New Roman" w:hAnsi="Corbel"/>
                <w:b w:val="0"/>
                <w:smallCaps w:val="0"/>
                <w:lang w:eastAsia="pl-PL"/>
              </w:rPr>
              <w:t>otrafi zdefiniować typy i formy ustroju państwowego panujące  w Polsce, w Europie oraz Stanach Zjednoczonych  od czasów średniowiecznych do połowy XX w., wymienić ich kluczowe  cechy oraz zakres chronologiczny, jak również opisać wpływ czynników ustrojowych na ewolucję struktur i fo</w:t>
            </w: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rm funkcjonowania administracji.</w:t>
            </w:r>
          </w:p>
        </w:tc>
        <w:tc>
          <w:tcPr>
            <w:tcW w:w="1873" w:type="dxa"/>
          </w:tcPr>
          <w:p w14:paraId="0161AE41" w14:textId="495B7432" w:rsidR="0085747A" w:rsidRPr="00CB4D1B" w:rsidRDefault="006A6A07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D90AA2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85747A" w:rsidRPr="009C54AE" w14:paraId="7596CFB1" w14:textId="77777777" w:rsidTr="005E6E85">
        <w:tc>
          <w:tcPr>
            <w:tcW w:w="1701" w:type="dxa"/>
          </w:tcPr>
          <w:p w14:paraId="4D6CA04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B4DEBF8" w14:textId="77777777" w:rsidR="0085747A" w:rsidRPr="009C54AE" w:rsidRDefault="003147A0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otrafi wymienić podstawowe źródła prawa regulujące zagadnienia struktur i form funkcjonowania administracji w analizowanym  okresie, przedstawić ich ogólną charakterystykę oraz wpływ na ewolucję poszczególnych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działów administracji.</w:t>
            </w:r>
          </w:p>
        </w:tc>
        <w:tc>
          <w:tcPr>
            <w:tcW w:w="1873" w:type="dxa"/>
          </w:tcPr>
          <w:p w14:paraId="57626A59" w14:textId="1EE4D032" w:rsidR="0085747A" w:rsidRPr="009C54AE" w:rsidRDefault="006A6A07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D90AA2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5747A" w:rsidRPr="009C54AE" w14:paraId="1807F09F" w14:textId="77777777" w:rsidTr="00F54C62">
        <w:trPr>
          <w:trHeight w:val="167"/>
        </w:trPr>
        <w:tc>
          <w:tcPr>
            <w:tcW w:w="1701" w:type="dxa"/>
          </w:tcPr>
          <w:p w14:paraId="35AAA0B4" w14:textId="77777777" w:rsidR="0085747A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DE3E657" w14:textId="77777777" w:rsidR="0085747A" w:rsidRPr="009C54AE" w:rsidRDefault="003147A0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>osiada wiedzę na temat podstawowych zasad procedury administracyjnej obowiązującej na ziemiach polskich i w niektórych krajach europejskich od XIX do końca XX w.;  potrafi określić podstawowe kierunki rozwoju poszczególnych  działów administracji w okresie od V do XX w. na kontynencie  europejskim, ze szczególnym uwzględnieniem ziem polskich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B088659" w14:textId="5076FC8F" w:rsidR="003147A0" w:rsidRPr="003147A0" w:rsidRDefault="0047779A" w:rsidP="003147A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D90AA2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7116F027" w14:textId="1821ECBA" w:rsidR="0085747A" w:rsidRPr="009C54AE" w:rsidRDefault="006A6A07" w:rsidP="003147A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D90AA2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F54C62" w:rsidRPr="009C54AE" w14:paraId="6F0F4DB0" w14:textId="77777777" w:rsidTr="00F54C62">
        <w:trPr>
          <w:trHeight w:val="134"/>
        </w:trPr>
        <w:tc>
          <w:tcPr>
            <w:tcW w:w="1701" w:type="dxa"/>
          </w:tcPr>
          <w:p w14:paraId="03A6BF55" w14:textId="77777777" w:rsidR="00F54C62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F06E2DE" w14:textId="77777777" w:rsidR="00F54C62" w:rsidRPr="009C54AE" w:rsidRDefault="003147A0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otrafi wymienić charakterystyczne dla poszczególnych typów i form ustrojowych instytucje odnoszące się do zagadnień funkcjonowania administracji, a także posługiwać się nimi, oceniać  wpływ czynników progresywnych i regresywnych na kształtowanie się poszczególnych modeli administracji na danym etapie rozwoju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historycznego.</w:t>
            </w:r>
          </w:p>
        </w:tc>
        <w:tc>
          <w:tcPr>
            <w:tcW w:w="1873" w:type="dxa"/>
          </w:tcPr>
          <w:p w14:paraId="363A20F6" w14:textId="13E629B8" w:rsidR="00F54C62" w:rsidRPr="009C54AE" w:rsidRDefault="006A6A07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D90AA2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F54C62" w:rsidRPr="009C54AE" w14:paraId="158C6600" w14:textId="77777777" w:rsidTr="00F54C62">
        <w:trPr>
          <w:trHeight w:val="109"/>
        </w:trPr>
        <w:tc>
          <w:tcPr>
            <w:tcW w:w="1701" w:type="dxa"/>
          </w:tcPr>
          <w:p w14:paraId="39244E5A" w14:textId="77777777" w:rsidR="00F54C62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096" w:type="dxa"/>
          </w:tcPr>
          <w:p w14:paraId="40DE9E73" w14:textId="77777777" w:rsidR="00F54C62" w:rsidRPr="009C54AE" w:rsidRDefault="003147A0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>otrafi prawidłowo posługiwać się pojęciami z zakresu funkcjonowania administracji i językiem urzędowym wykorzystując je m.in. do opisu procesów ewolucji struktur oraz funkcjonowania administracji zach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odzących w analizowanym okresie.</w:t>
            </w:r>
          </w:p>
        </w:tc>
        <w:tc>
          <w:tcPr>
            <w:tcW w:w="1873" w:type="dxa"/>
          </w:tcPr>
          <w:p w14:paraId="37716DC1" w14:textId="1802647A" w:rsidR="00F54C62" w:rsidRPr="009C54AE" w:rsidRDefault="006A6A07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D90AA2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F54C62" w:rsidRPr="009C54AE" w14:paraId="59B114BC" w14:textId="77777777" w:rsidTr="00F54C62">
        <w:trPr>
          <w:trHeight w:val="125"/>
        </w:trPr>
        <w:tc>
          <w:tcPr>
            <w:tcW w:w="1701" w:type="dxa"/>
          </w:tcPr>
          <w:p w14:paraId="4631BC28" w14:textId="77777777" w:rsidR="00F54C62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D0C202C" w14:textId="77777777" w:rsidR="00F54C62" w:rsidRPr="009C54AE" w:rsidRDefault="003147A0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otrafi samodzielnie opracowywać dłuższe wypowiedzi ustne dotyczące zagadnień związanych z funkcjonowaniem i ewolucją administracji oraz prezentować efekty swojej pracy grupie.  </w:t>
            </w:r>
          </w:p>
        </w:tc>
        <w:tc>
          <w:tcPr>
            <w:tcW w:w="1873" w:type="dxa"/>
          </w:tcPr>
          <w:p w14:paraId="553B296D" w14:textId="77777777" w:rsidR="00F54C62" w:rsidRPr="009C54AE" w:rsidRDefault="006A6A07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F54C62" w:rsidRPr="009C54AE" w14:paraId="79A54B7B" w14:textId="77777777" w:rsidTr="00F54C62">
        <w:trPr>
          <w:trHeight w:val="109"/>
        </w:trPr>
        <w:tc>
          <w:tcPr>
            <w:tcW w:w="1701" w:type="dxa"/>
          </w:tcPr>
          <w:p w14:paraId="79755DD7" w14:textId="77777777" w:rsidR="00F54C62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269DF060" w14:textId="77777777" w:rsidR="00F54C62" w:rsidRPr="009C54AE" w:rsidRDefault="003147A0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>otrafi określić priorytety w ramach obowiązującego zakresu wiedzy, które byłyby pomocne do najbardziej efektywnego przygotowania się do ćwiczeń i 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zaminu w drodze samokształcenia.</w:t>
            </w:r>
          </w:p>
        </w:tc>
        <w:tc>
          <w:tcPr>
            <w:tcW w:w="1873" w:type="dxa"/>
          </w:tcPr>
          <w:p w14:paraId="141B62AD" w14:textId="428253DB" w:rsidR="00F54C62" w:rsidRPr="009C54AE" w:rsidRDefault="006A6A07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B65F7E">
              <w:rPr>
                <w:rFonts w:ascii="Corbel" w:hAnsi="Corbel"/>
                <w:b w:val="0"/>
                <w:smallCaps w:val="0"/>
                <w:szCs w:val="24"/>
              </w:rPr>
              <w:t>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B65F7E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F54C62" w:rsidRPr="009C54AE" w14:paraId="5058119F" w14:textId="77777777" w:rsidTr="00F54C62">
        <w:trPr>
          <w:trHeight w:val="167"/>
        </w:trPr>
        <w:tc>
          <w:tcPr>
            <w:tcW w:w="1701" w:type="dxa"/>
          </w:tcPr>
          <w:p w14:paraId="554D9635" w14:textId="77777777" w:rsidR="00F54C62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1C885815" w14:textId="77777777" w:rsidR="00F54C62" w:rsidRPr="009C54AE" w:rsidRDefault="003147A0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 xml:space="preserve">otrafi samodzielnie uzupełniać i poszerzać posiadany zakres wiedzy z dodatkowych źródeł wykazując aktywność w wykonywanych przez siebie zadaniach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angażując się w działania grupy.</w:t>
            </w:r>
          </w:p>
        </w:tc>
        <w:tc>
          <w:tcPr>
            <w:tcW w:w="1873" w:type="dxa"/>
          </w:tcPr>
          <w:p w14:paraId="35A7D587" w14:textId="77777777" w:rsidR="003147A0" w:rsidRPr="003147A0" w:rsidRDefault="006A6A07" w:rsidP="003147A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02B762DB" w14:textId="2148F408" w:rsidR="00F54C62" w:rsidRPr="009C54AE" w:rsidRDefault="008241A1" w:rsidP="003147A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F54C62" w:rsidRPr="009C54AE" w14:paraId="065CA96F" w14:textId="77777777" w:rsidTr="00F54C62">
        <w:trPr>
          <w:trHeight w:val="125"/>
        </w:trPr>
        <w:tc>
          <w:tcPr>
            <w:tcW w:w="1701" w:type="dxa"/>
          </w:tcPr>
          <w:p w14:paraId="5DA8E517" w14:textId="77777777" w:rsidR="00F54C62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33699C84" w14:textId="77777777" w:rsidR="00F54C62" w:rsidRPr="009C54AE" w:rsidRDefault="003147A0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147A0">
              <w:rPr>
                <w:rFonts w:ascii="Corbel" w:hAnsi="Corbel"/>
                <w:b w:val="0"/>
                <w:smallCaps w:val="0"/>
                <w:szCs w:val="24"/>
              </w:rPr>
              <w:t>otrafi pracować na rzecz grupy osób wspomagając ją swoją wiedzą oraz prezentując włas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ne, dobrze umotywowane, poglądy.</w:t>
            </w:r>
          </w:p>
        </w:tc>
        <w:tc>
          <w:tcPr>
            <w:tcW w:w="1873" w:type="dxa"/>
          </w:tcPr>
          <w:p w14:paraId="75A642C6" w14:textId="0E8E8B8A" w:rsidR="00F54C62" w:rsidRPr="009C54AE" w:rsidRDefault="008241A1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F54C62" w:rsidRPr="009C54AE" w14:paraId="4500F2E5" w14:textId="77777777" w:rsidTr="005E6E85">
        <w:trPr>
          <w:trHeight w:val="151"/>
        </w:trPr>
        <w:tc>
          <w:tcPr>
            <w:tcW w:w="1701" w:type="dxa"/>
          </w:tcPr>
          <w:p w14:paraId="2BDCB269" w14:textId="77777777" w:rsidR="00F54C62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4CB52AA1" w14:textId="77777777" w:rsidR="00F54C62" w:rsidRPr="009C54AE" w:rsidRDefault="003147A0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3147A0">
              <w:rPr>
                <w:rFonts w:ascii="Corbel" w:hAnsi="Corbel"/>
                <w:b w:val="0"/>
                <w:smallCaps w:val="0"/>
                <w:szCs w:val="24"/>
              </w:rPr>
              <w:t>Potrafi samodzielnie interpretować oraz wyjaśniać działalność organów administracji publicznej w danym okresie historycznym oraz rozumie problematykę związaną z wykonywaniem funkcji państwowej.</w:t>
            </w:r>
          </w:p>
        </w:tc>
        <w:tc>
          <w:tcPr>
            <w:tcW w:w="1873" w:type="dxa"/>
          </w:tcPr>
          <w:p w14:paraId="5D313D13" w14:textId="486B86E8" w:rsidR="00F54C62" w:rsidRPr="009C54AE" w:rsidRDefault="008241A1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507311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7C2B4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94C4F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5551BD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D34CD9A" w14:textId="77777777" w:rsidTr="00923D7D">
        <w:tc>
          <w:tcPr>
            <w:tcW w:w="9639" w:type="dxa"/>
          </w:tcPr>
          <w:p w14:paraId="5D19ADFE" w14:textId="77777777" w:rsidR="0085747A" w:rsidRPr="00C858F4" w:rsidRDefault="0085747A" w:rsidP="00D90AA2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b/>
                <w:sz w:val="24"/>
                <w:szCs w:val="24"/>
              </w:rPr>
            </w:pPr>
            <w:r w:rsidRPr="00C858F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9C54AE" w14:paraId="4A731056" w14:textId="77777777" w:rsidTr="00923D7D">
        <w:tc>
          <w:tcPr>
            <w:tcW w:w="9639" w:type="dxa"/>
          </w:tcPr>
          <w:p w14:paraId="2DC06F1A" w14:textId="77777777" w:rsidR="0085747A" w:rsidRPr="00CB4D1B" w:rsidRDefault="00AC10D3" w:rsidP="00D90AA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10D3">
              <w:rPr>
                <w:rFonts w:ascii="Corbel" w:hAnsi="Corbel"/>
              </w:rPr>
              <w:t>Typy i formy państwa. Podstawowe zasady ustrojowe monarchii patrymonialnej, zasady podziału terytorialnego w Polsce i Europie, polskie urzędy centralne i lokalne doby monarchii patrymonialnej, a także wybrane przykłady specyficznych urzędów centralnych i lokalnych w Europie.</w:t>
            </w:r>
          </w:p>
        </w:tc>
      </w:tr>
      <w:tr w:rsidR="0085747A" w:rsidRPr="009C54AE" w14:paraId="1CFE0C09" w14:textId="77777777" w:rsidTr="00923D7D">
        <w:tc>
          <w:tcPr>
            <w:tcW w:w="9639" w:type="dxa"/>
          </w:tcPr>
          <w:p w14:paraId="3B468F8E" w14:textId="4E2C910F" w:rsidR="0085747A" w:rsidRPr="009C54AE" w:rsidRDefault="00AC10D3" w:rsidP="00D90AA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10D3">
              <w:rPr>
                <w:rFonts w:ascii="Corbel" w:hAnsi="Corbel"/>
              </w:rPr>
              <w:t>Podstawowe zasady ustrojowe monarchii stanowej, ewolucja polskich urzędów centralnych i lokalnych doby okresu stanowej, jak również wybrane przykłady specyficznych urzędów centralnych i lokalnych ww</w:t>
            </w:r>
            <w:r w:rsidR="00D90AA2">
              <w:rPr>
                <w:rFonts w:ascii="Corbel" w:hAnsi="Corbel"/>
              </w:rPr>
              <w:t>.</w:t>
            </w:r>
            <w:r w:rsidRPr="00AC10D3">
              <w:rPr>
                <w:rFonts w:ascii="Corbel" w:hAnsi="Corbel"/>
              </w:rPr>
              <w:t xml:space="preserve"> okresu w Europie.</w:t>
            </w:r>
          </w:p>
        </w:tc>
      </w:tr>
      <w:tr w:rsidR="0085747A" w:rsidRPr="009C54AE" w14:paraId="4DEBBBB3" w14:textId="77777777" w:rsidTr="00EE2A4E">
        <w:trPr>
          <w:trHeight w:val="134"/>
        </w:trPr>
        <w:tc>
          <w:tcPr>
            <w:tcW w:w="9639" w:type="dxa"/>
          </w:tcPr>
          <w:p w14:paraId="592079C1" w14:textId="77777777" w:rsidR="0085747A" w:rsidRPr="009C54AE" w:rsidRDefault="00AC10D3" w:rsidP="00D90AA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10D3">
              <w:rPr>
                <w:rFonts w:ascii="Corbel" w:hAnsi="Corbel"/>
                <w:sz w:val="24"/>
                <w:szCs w:val="24"/>
              </w:rPr>
              <w:t>Podstawowe zasady ustrojowe Rzeczypospolitej Szlacheckiej i reformy ustrojowe w okresie początków monarchii konstytucyjnej. Ewolucja polskich urzędów centralnych i lokalnych doby Rzeczpospolitej Szlacheckiej, a także wybrane przykłady specyficznych urzędów centralnych i lokalnych doby absolutyzmu w Europie.</w:t>
            </w:r>
          </w:p>
        </w:tc>
      </w:tr>
      <w:tr w:rsidR="00EE2A4E" w:rsidRPr="009C54AE" w14:paraId="1BBC9D5C" w14:textId="77777777" w:rsidTr="00EE2A4E">
        <w:trPr>
          <w:trHeight w:val="142"/>
        </w:trPr>
        <w:tc>
          <w:tcPr>
            <w:tcW w:w="9639" w:type="dxa"/>
          </w:tcPr>
          <w:p w14:paraId="678CB304" w14:textId="77777777" w:rsidR="00EE2A4E" w:rsidRPr="009C54AE" w:rsidRDefault="00AC10D3" w:rsidP="00D90AA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10D3">
              <w:rPr>
                <w:rFonts w:ascii="Corbel" w:hAnsi="Corbel"/>
                <w:sz w:val="24"/>
                <w:szCs w:val="24"/>
              </w:rPr>
              <w:t>Konstytucje Księstwa Warszawskiego i Królestwa Polskiego i ich wpływ na model administracji na ziemiach polskich. Ustrój organów powstańczych w okresie powstania listopadowego, styczniowego i krakowskiego. Administracja w Wielkim Księstwie Poznańskim, Rzeczpospolitej Krakowskiej oraz Galicji doby autonomicznej. Ewolucja urzędów administracji w Europie w XIX w.</w:t>
            </w:r>
          </w:p>
        </w:tc>
      </w:tr>
      <w:tr w:rsidR="00EE2A4E" w:rsidRPr="009C54AE" w14:paraId="10C88598" w14:textId="77777777" w:rsidTr="00EE2A4E">
        <w:trPr>
          <w:trHeight w:val="100"/>
        </w:trPr>
        <w:tc>
          <w:tcPr>
            <w:tcW w:w="9639" w:type="dxa"/>
          </w:tcPr>
          <w:p w14:paraId="2DEDA465" w14:textId="77777777" w:rsidR="00EE2A4E" w:rsidRPr="00CB4D1B" w:rsidRDefault="00AC10D3" w:rsidP="00D90AA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10D3">
              <w:rPr>
                <w:rFonts w:ascii="Corbel" w:hAnsi="Corbel"/>
                <w:sz w:val="24"/>
                <w:szCs w:val="24"/>
              </w:rPr>
              <w:t>Konstytucje II Rzeczypospolitej, nowela sierpniowa i ich wpływ na ówczesną administrację. Ewolucja urzędów administracji w Europie w XIX w.</w:t>
            </w:r>
          </w:p>
        </w:tc>
      </w:tr>
    </w:tbl>
    <w:p w14:paraId="77B9D5F5" w14:textId="19107923" w:rsidR="00D90AA2" w:rsidRDefault="00D90AA2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95E1320" w14:textId="77777777" w:rsidR="0085747A" w:rsidRPr="009C54AE" w:rsidRDefault="00D90AA2" w:rsidP="009C54AE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column"/>
      </w:r>
    </w:p>
    <w:p w14:paraId="2F520B9F" w14:textId="77777777" w:rsidR="0085747A" w:rsidRPr="009C54AE" w:rsidRDefault="0085747A" w:rsidP="00C858F4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99490B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991E49D" w14:textId="77777777" w:rsidTr="00923D7D">
        <w:tc>
          <w:tcPr>
            <w:tcW w:w="9639" w:type="dxa"/>
          </w:tcPr>
          <w:p w14:paraId="538111BA" w14:textId="77777777" w:rsidR="0085747A" w:rsidRPr="00C858F4" w:rsidRDefault="0085747A" w:rsidP="00D90AA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858F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9C54AE" w14:paraId="3F3B0CF1" w14:textId="77777777" w:rsidTr="00923D7D">
        <w:tc>
          <w:tcPr>
            <w:tcW w:w="9639" w:type="dxa"/>
          </w:tcPr>
          <w:p w14:paraId="0CFC1EEC" w14:textId="77777777" w:rsidR="0085747A" w:rsidRPr="009C54AE" w:rsidRDefault="00AC10D3" w:rsidP="00D90AA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10D3">
              <w:rPr>
                <w:rFonts w:ascii="Corbel" w:hAnsi="Corbel"/>
                <w:iCs/>
                <w:sz w:val="24"/>
                <w:szCs w:val="24"/>
              </w:rPr>
              <w:t>Modele administracji w starożytnym Egipcie, Mezopotamii, Sparcie i Atenach oraz podstawowe zasady ustrojowe monarchii patrymonialnej i ich wpływ na formy zarządu w państwie frankońskim.</w:t>
            </w:r>
          </w:p>
        </w:tc>
      </w:tr>
      <w:tr w:rsidR="0085747A" w:rsidRPr="009C54AE" w14:paraId="6EB17890" w14:textId="77777777" w:rsidTr="00EE2A4E">
        <w:trPr>
          <w:trHeight w:val="168"/>
        </w:trPr>
        <w:tc>
          <w:tcPr>
            <w:tcW w:w="9639" w:type="dxa"/>
          </w:tcPr>
          <w:p w14:paraId="576C3EC9" w14:textId="77777777" w:rsidR="0085747A" w:rsidRPr="009C54AE" w:rsidRDefault="00AC10D3" w:rsidP="00D90AA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10D3">
              <w:rPr>
                <w:rFonts w:ascii="Corbel" w:hAnsi="Corbel"/>
                <w:iCs/>
                <w:sz w:val="24"/>
                <w:szCs w:val="24"/>
              </w:rPr>
              <w:t>Podział terytorialny w Polsce oraz ewolucja funkcji polskich urzędów centralnych i lokalnych doby monarchii patrymonialnej.</w:t>
            </w:r>
          </w:p>
        </w:tc>
      </w:tr>
      <w:tr w:rsidR="00EE2A4E" w:rsidRPr="009C54AE" w14:paraId="0CE2D4F2" w14:textId="77777777" w:rsidTr="00EE2A4E">
        <w:trPr>
          <w:trHeight w:val="125"/>
        </w:trPr>
        <w:tc>
          <w:tcPr>
            <w:tcW w:w="9639" w:type="dxa"/>
          </w:tcPr>
          <w:p w14:paraId="296B1A75" w14:textId="77777777" w:rsidR="00EE2A4E" w:rsidRPr="009C54AE" w:rsidRDefault="00AC10D3" w:rsidP="00D90AA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10D3">
              <w:rPr>
                <w:rFonts w:ascii="Corbel" w:hAnsi="Corbel"/>
                <w:iCs/>
                <w:sz w:val="24"/>
                <w:szCs w:val="24"/>
              </w:rPr>
              <w:t>Podstawowe zasady ustrojowe monarchii patrymonialnej i ich wpływ na formy zarządu w ówczesnej Anglii, Francji, Niemczech oraz Rosji.</w:t>
            </w:r>
          </w:p>
        </w:tc>
      </w:tr>
      <w:tr w:rsidR="00EE2A4E" w:rsidRPr="009C54AE" w14:paraId="028D8D19" w14:textId="77777777" w:rsidTr="00923D7D">
        <w:trPr>
          <w:trHeight w:val="151"/>
        </w:trPr>
        <w:tc>
          <w:tcPr>
            <w:tcW w:w="9639" w:type="dxa"/>
          </w:tcPr>
          <w:p w14:paraId="7510049A" w14:textId="77777777" w:rsidR="00EE2A4E" w:rsidRPr="009C54AE" w:rsidRDefault="00AC10D3" w:rsidP="00D90AA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10D3">
              <w:rPr>
                <w:rFonts w:ascii="Corbel" w:hAnsi="Corbel"/>
                <w:iCs/>
                <w:sz w:val="24"/>
                <w:szCs w:val="24"/>
              </w:rPr>
              <w:t>Podział terytorialny w Polsce oraz ewolucja funkcji polskich urzędów centralnych i lokalnych doby monarchii stanowej.</w:t>
            </w:r>
          </w:p>
        </w:tc>
      </w:tr>
      <w:tr w:rsidR="0085747A" w:rsidRPr="009C54AE" w14:paraId="14FCAD5F" w14:textId="77777777" w:rsidTr="00EE2A4E">
        <w:trPr>
          <w:trHeight w:val="134"/>
        </w:trPr>
        <w:tc>
          <w:tcPr>
            <w:tcW w:w="9639" w:type="dxa"/>
          </w:tcPr>
          <w:p w14:paraId="0B6AA305" w14:textId="77777777" w:rsidR="0085747A" w:rsidRPr="009C54AE" w:rsidRDefault="00AC10D3" w:rsidP="00D90AA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10D3">
              <w:rPr>
                <w:rFonts w:ascii="Corbel" w:hAnsi="Corbel"/>
                <w:iCs/>
                <w:sz w:val="24"/>
                <w:szCs w:val="24"/>
              </w:rPr>
              <w:t>Podstawowe zasady ustrojowe monarchii stanowej i ich wpływ na formy zarządu w ówczesnej Anglii, Francji, Niemczech oraz Rosji.</w:t>
            </w:r>
          </w:p>
        </w:tc>
      </w:tr>
      <w:tr w:rsidR="00EE2A4E" w:rsidRPr="009C54AE" w14:paraId="0B9DB29B" w14:textId="77777777" w:rsidTr="00EE2A4E">
        <w:trPr>
          <w:trHeight w:val="301"/>
        </w:trPr>
        <w:tc>
          <w:tcPr>
            <w:tcW w:w="9639" w:type="dxa"/>
          </w:tcPr>
          <w:p w14:paraId="3C93C29C" w14:textId="77777777" w:rsidR="00EE2A4E" w:rsidRPr="009C54AE" w:rsidRDefault="00AC10D3" w:rsidP="00D90AA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10D3">
              <w:rPr>
                <w:rFonts w:ascii="Corbel" w:hAnsi="Corbel"/>
                <w:iCs/>
                <w:sz w:val="24"/>
                <w:szCs w:val="24"/>
              </w:rPr>
              <w:t>Podział terytorialny w Polsce oraz ewolucja funkcji polskich urzędów centralnych i lokalnych doby Rzeczypospolitej szlacheckiej.</w:t>
            </w:r>
          </w:p>
        </w:tc>
      </w:tr>
      <w:tr w:rsidR="00EE2A4E" w:rsidRPr="009C54AE" w14:paraId="23A40296" w14:textId="77777777" w:rsidTr="00AC10D3">
        <w:trPr>
          <w:trHeight w:val="586"/>
        </w:trPr>
        <w:tc>
          <w:tcPr>
            <w:tcW w:w="9639" w:type="dxa"/>
          </w:tcPr>
          <w:p w14:paraId="3BD98A86" w14:textId="77777777" w:rsidR="00EE2A4E" w:rsidRPr="00EE2A4E" w:rsidRDefault="00AC10D3" w:rsidP="00D90AA2">
            <w:pPr>
              <w:pStyle w:val="Akapitzlist"/>
              <w:spacing w:after="0" w:line="240" w:lineRule="auto"/>
              <w:ind w:left="0"/>
              <w:rPr>
                <w:rFonts w:ascii="Corbel" w:hAnsi="Corbel"/>
                <w:iCs/>
                <w:sz w:val="24"/>
                <w:szCs w:val="24"/>
              </w:rPr>
            </w:pPr>
            <w:r w:rsidRPr="00AC10D3">
              <w:rPr>
                <w:rFonts w:ascii="Corbel" w:hAnsi="Corbel"/>
                <w:iCs/>
                <w:sz w:val="24"/>
                <w:szCs w:val="24"/>
              </w:rPr>
              <w:t>Podstawowe zasady ustrojowe monarchii absolutnej i ich wpływ na formy zarządu w ówczesnej Anglii, Francji, Niemczech oraz Rosji.</w:t>
            </w:r>
          </w:p>
        </w:tc>
      </w:tr>
      <w:tr w:rsidR="00AC10D3" w:rsidRPr="009C54AE" w14:paraId="3EE9C6A3" w14:textId="77777777" w:rsidTr="00AC10D3">
        <w:trPr>
          <w:trHeight w:val="198"/>
        </w:trPr>
        <w:tc>
          <w:tcPr>
            <w:tcW w:w="9639" w:type="dxa"/>
          </w:tcPr>
          <w:p w14:paraId="6603E80A" w14:textId="77777777" w:rsidR="00AC10D3" w:rsidRPr="00AC10D3" w:rsidRDefault="00AC10D3" w:rsidP="00D90AA2">
            <w:pPr>
              <w:pStyle w:val="Akapitzlist"/>
              <w:spacing w:after="0" w:line="240" w:lineRule="auto"/>
              <w:ind w:left="0"/>
              <w:rPr>
                <w:rFonts w:ascii="Corbel" w:hAnsi="Corbel"/>
                <w:iCs/>
                <w:sz w:val="24"/>
                <w:szCs w:val="24"/>
              </w:rPr>
            </w:pPr>
            <w:r w:rsidRPr="00AC10D3">
              <w:rPr>
                <w:rFonts w:ascii="Corbel" w:hAnsi="Corbel"/>
                <w:iCs/>
                <w:sz w:val="24"/>
                <w:szCs w:val="24"/>
              </w:rPr>
              <w:t>Konstytucje Księstwa Warszawskiego i Królestwa Polskiego i ich wpływ na model administracji na ziemiach polskich.</w:t>
            </w:r>
          </w:p>
        </w:tc>
      </w:tr>
      <w:tr w:rsidR="00AC10D3" w:rsidRPr="009C54AE" w14:paraId="362ED3A6" w14:textId="77777777" w:rsidTr="00AC10D3">
        <w:trPr>
          <w:trHeight w:val="251"/>
        </w:trPr>
        <w:tc>
          <w:tcPr>
            <w:tcW w:w="9639" w:type="dxa"/>
          </w:tcPr>
          <w:p w14:paraId="2976307C" w14:textId="77777777" w:rsidR="00AC10D3" w:rsidRPr="00AC10D3" w:rsidRDefault="00AC10D3" w:rsidP="00D90AA2">
            <w:pPr>
              <w:pStyle w:val="Akapitzlist"/>
              <w:spacing w:after="0" w:line="240" w:lineRule="auto"/>
              <w:ind w:left="0"/>
              <w:rPr>
                <w:rFonts w:ascii="Corbel" w:hAnsi="Corbel"/>
                <w:iCs/>
                <w:sz w:val="24"/>
                <w:szCs w:val="24"/>
              </w:rPr>
            </w:pPr>
            <w:r w:rsidRPr="00AC10D3">
              <w:rPr>
                <w:rFonts w:ascii="Corbel" w:hAnsi="Corbel"/>
                <w:iCs/>
                <w:sz w:val="24"/>
                <w:szCs w:val="24"/>
              </w:rPr>
              <w:t>Ewolucja administracji w Europie doby wczesno-kapitalistycznej do poł. XIX w.</w:t>
            </w:r>
          </w:p>
        </w:tc>
      </w:tr>
      <w:tr w:rsidR="00AC10D3" w:rsidRPr="009C54AE" w14:paraId="184A1882" w14:textId="77777777" w:rsidTr="00AC10D3">
        <w:trPr>
          <w:trHeight w:val="268"/>
        </w:trPr>
        <w:tc>
          <w:tcPr>
            <w:tcW w:w="9639" w:type="dxa"/>
          </w:tcPr>
          <w:p w14:paraId="3D7A4F89" w14:textId="77777777" w:rsidR="00AC10D3" w:rsidRPr="00AC10D3" w:rsidRDefault="00AC10D3" w:rsidP="00D90AA2">
            <w:pPr>
              <w:pStyle w:val="Akapitzlist"/>
              <w:spacing w:after="0" w:line="240" w:lineRule="auto"/>
              <w:ind w:left="0"/>
              <w:rPr>
                <w:rFonts w:ascii="Corbel" w:hAnsi="Corbel"/>
                <w:iCs/>
                <w:sz w:val="24"/>
                <w:szCs w:val="24"/>
              </w:rPr>
            </w:pPr>
            <w:r w:rsidRPr="00AC10D3">
              <w:rPr>
                <w:rFonts w:ascii="Corbel" w:hAnsi="Corbel"/>
                <w:iCs/>
                <w:sz w:val="24"/>
                <w:szCs w:val="24"/>
              </w:rPr>
              <w:t>Ustrój organów powstańczych w okresie powstania listopadowego, styczniowego i krakowskiego. Administracja w Wielkim Księstwie Poznańskim, Rzeczpospolitej Krakowskiej oraz Galicji doby autonomicznej. Ewolucja urzędów administracji w Europie w XIX w.</w:t>
            </w:r>
          </w:p>
        </w:tc>
      </w:tr>
      <w:tr w:rsidR="00AC10D3" w:rsidRPr="009C54AE" w14:paraId="6BE769AC" w14:textId="77777777" w:rsidTr="00AC10D3">
        <w:trPr>
          <w:trHeight w:val="215"/>
        </w:trPr>
        <w:tc>
          <w:tcPr>
            <w:tcW w:w="9639" w:type="dxa"/>
          </w:tcPr>
          <w:p w14:paraId="6D9AEF9E" w14:textId="77777777" w:rsidR="00AC10D3" w:rsidRPr="00AC10D3" w:rsidRDefault="00AC10D3" w:rsidP="00D90AA2">
            <w:pPr>
              <w:pStyle w:val="Akapitzlist"/>
              <w:spacing w:after="0" w:line="240" w:lineRule="auto"/>
              <w:ind w:left="0"/>
              <w:rPr>
                <w:rFonts w:ascii="Corbel" w:hAnsi="Corbel"/>
                <w:iCs/>
                <w:sz w:val="24"/>
                <w:szCs w:val="24"/>
              </w:rPr>
            </w:pPr>
            <w:r w:rsidRPr="00AC10D3">
              <w:rPr>
                <w:rFonts w:ascii="Corbel" w:hAnsi="Corbel"/>
                <w:iCs/>
                <w:sz w:val="24"/>
                <w:szCs w:val="24"/>
              </w:rPr>
              <w:t>Modele administracji republikańskiej administracji centralnej w Stanach Zjednoczonych i Francji do poł. XX w.</w:t>
            </w:r>
          </w:p>
        </w:tc>
      </w:tr>
      <w:tr w:rsidR="00AC10D3" w:rsidRPr="009C54AE" w14:paraId="1D488531" w14:textId="77777777" w:rsidTr="00EE2A4E">
        <w:trPr>
          <w:trHeight w:val="301"/>
        </w:trPr>
        <w:tc>
          <w:tcPr>
            <w:tcW w:w="9639" w:type="dxa"/>
            <w:tcBorders>
              <w:bottom w:val="single" w:sz="4" w:space="0" w:color="auto"/>
            </w:tcBorders>
          </w:tcPr>
          <w:p w14:paraId="27CDCD45" w14:textId="77777777" w:rsidR="00AC10D3" w:rsidRPr="00AC10D3" w:rsidRDefault="00AC10D3" w:rsidP="00D90AA2">
            <w:pPr>
              <w:pStyle w:val="Akapitzlist"/>
              <w:spacing w:after="0" w:line="240" w:lineRule="auto"/>
              <w:ind w:left="0"/>
              <w:rPr>
                <w:rFonts w:ascii="Corbel" w:hAnsi="Corbel"/>
                <w:iCs/>
                <w:sz w:val="24"/>
                <w:szCs w:val="24"/>
              </w:rPr>
            </w:pPr>
            <w:r w:rsidRPr="00AC10D3">
              <w:rPr>
                <w:rFonts w:ascii="Corbel" w:hAnsi="Corbel"/>
                <w:iCs/>
                <w:sz w:val="24"/>
                <w:szCs w:val="24"/>
              </w:rPr>
              <w:t>Konstytucje II Rzeczypospolitej, nowela sierpniowa i ich wpływ na ówczesną administrację. Ewolucja urzędów administracji w Europie w XX w.</w:t>
            </w:r>
          </w:p>
        </w:tc>
      </w:tr>
    </w:tbl>
    <w:p w14:paraId="022A7A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A38D9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77C49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27394E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29CE08EE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603950A6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1D7E75E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2D3CCAE" w14:textId="77777777" w:rsidR="00E47F44" w:rsidRPr="00E47F44" w:rsidRDefault="00E47F44" w:rsidP="00E47F44">
      <w:pPr>
        <w:pStyle w:val="Punktygwne"/>
        <w:tabs>
          <w:tab w:val="left" w:pos="284"/>
        </w:tabs>
        <w:spacing w:before="120" w:after="0"/>
        <w:rPr>
          <w:rFonts w:ascii="Corbel" w:hAnsi="Corbel"/>
          <w:b w:val="0"/>
          <w:smallCaps w:val="0"/>
          <w:szCs w:val="24"/>
        </w:rPr>
      </w:pPr>
      <w:r w:rsidRPr="00E47F44">
        <w:rPr>
          <w:rFonts w:ascii="Corbel" w:hAnsi="Corbel"/>
          <w:b w:val="0"/>
          <w:smallCaps w:val="0"/>
          <w:szCs w:val="24"/>
        </w:rPr>
        <w:t>Wykłady - wykład informacyjny z elementami wykładu problemowego;</w:t>
      </w:r>
    </w:p>
    <w:p w14:paraId="325FE649" w14:textId="77777777" w:rsidR="00E47F44" w:rsidRPr="00E47F44" w:rsidRDefault="00E47F44" w:rsidP="00E47F4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E47F44">
        <w:rPr>
          <w:rFonts w:ascii="Corbel" w:hAnsi="Corbel"/>
          <w:b w:val="0"/>
          <w:smallCaps w:val="0"/>
          <w:szCs w:val="24"/>
        </w:rPr>
        <w:t>Ćwiczenia - metoda klasyczna problemowa z elemen</w:t>
      </w:r>
      <w:r>
        <w:rPr>
          <w:rFonts w:ascii="Corbel" w:hAnsi="Corbel"/>
          <w:b w:val="0"/>
          <w:smallCaps w:val="0"/>
          <w:szCs w:val="24"/>
        </w:rPr>
        <w:t>tami wykładu konwersatoryjnego, dyskusje seminaryjne,</w:t>
      </w:r>
      <w:r w:rsidRPr="00E47F44">
        <w:rPr>
          <w:rFonts w:ascii="Corbel" w:hAnsi="Corbel"/>
          <w:b w:val="0"/>
          <w:smallCaps w:val="0"/>
          <w:szCs w:val="24"/>
        </w:rPr>
        <w:t xml:space="preserve"> studium przypadku w zakresie analizy i interpretacji aktów prawnych </w:t>
      </w:r>
      <w:r>
        <w:rPr>
          <w:rFonts w:ascii="Corbel" w:hAnsi="Corbel"/>
          <w:b w:val="0"/>
          <w:smallCaps w:val="0"/>
          <w:szCs w:val="24"/>
        </w:rPr>
        <w:t>oraz</w:t>
      </w:r>
      <w:r w:rsidRPr="00E47F44">
        <w:rPr>
          <w:rFonts w:ascii="Corbel" w:hAnsi="Corbel"/>
          <w:b w:val="0"/>
          <w:smallCaps w:val="0"/>
          <w:szCs w:val="24"/>
        </w:rPr>
        <w:t xml:space="preserve"> tekstów źródłowych.</w:t>
      </w:r>
    </w:p>
    <w:p w14:paraId="2412456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8532C5" w14:textId="2426D8A0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0F9921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669D8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8B612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1"/>
        <w:gridCol w:w="2118"/>
      </w:tblGrid>
      <w:tr w:rsidR="0085747A" w:rsidRPr="009C54AE" w14:paraId="0939BC4E" w14:textId="77777777" w:rsidTr="00C05F44">
        <w:tc>
          <w:tcPr>
            <w:tcW w:w="1985" w:type="dxa"/>
            <w:vAlign w:val="center"/>
          </w:tcPr>
          <w:p w14:paraId="1BF8EC0C" w14:textId="77777777" w:rsidR="0085747A" w:rsidRPr="00C858F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7843B9C" w14:textId="77777777" w:rsidR="0085747A" w:rsidRPr="00C858F4" w:rsidRDefault="00090B1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C858F4">
              <w:rPr>
                <w:rFonts w:ascii="Corbel" w:hAnsi="Corbel"/>
                <w:smallCaps w:val="0"/>
                <w:color w:val="000000"/>
                <w:szCs w:val="24"/>
              </w:rPr>
              <w:t>Metody oceny efektów uczenia się</w:t>
            </w:r>
          </w:p>
          <w:p w14:paraId="66EFB2CD" w14:textId="77777777" w:rsidR="0085747A" w:rsidRPr="00C858F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color w:val="000000"/>
                <w:szCs w:val="24"/>
              </w:rPr>
              <w:t>(</w:t>
            </w:r>
            <w:r w:rsidR="0085747A" w:rsidRPr="00C858F4">
              <w:rPr>
                <w:rFonts w:ascii="Corbel" w:hAnsi="Corbel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4AB483A" w14:textId="77777777" w:rsidR="00923D7D" w:rsidRPr="00C858F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 xml:space="preserve">Forma zajęć dydaktycznych </w:t>
            </w:r>
          </w:p>
          <w:p w14:paraId="09FEA62D" w14:textId="77777777" w:rsidR="0085747A" w:rsidRPr="00C858F4" w:rsidRDefault="004B5B0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(w, ćw.</w:t>
            </w:r>
            <w:r w:rsidR="0085747A" w:rsidRPr="00C858F4">
              <w:rPr>
                <w:rFonts w:ascii="Corbel" w:hAnsi="Corbel"/>
                <w:smallCaps w:val="0"/>
                <w:szCs w:val="24"/>
              </w:rPr>
              <w:t>)</w:t>
            </w:r>
          </w:p>
        </w:tc>
      </w:tr>
      <w:tr w:rsidR="0085747A" w:rsidRPr="009C54AE" w14:paraId="5A7E477A" w14:textId="77777777" w:rsidTr="00C05F44">
        <w:tc>
          <w:tcPr>
            <w:tcW w:w="1985" w:type="dxa"/>
          </w:tcPr>
          <w:p w14:paraId="06F9B968" w14:textId="77777777" w:rsidR="0085747A" w:rsidRPr="00090B12" w:rsidRDefault="0047779A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090B1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54A7FAE" w14:textId="77777777" w:rsidR="00D24278" w:rsidRPr="00D24278" w:rsidRDefault="005E001B" w:rsidP="005E0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  <w:r w:rsidR="00D24278" w:rsidRPr="00D24278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06111932" w14:textId="77777777" w:rsidR="00D24278" w:rsidRPr="00D24278" w:rsidRDefault="00D24278" w:rsidP="00D24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egzamin w formie testu z odpowiedziami </w:t>
            </w:r>
          </w:p>
          <w:p w14:paraId="5900449E" w14:textId="77777777" w:rsidR="00D24278" w:rsidRPr="00D24278" w:rsidRDefault="00D24278" w:rsidP="00D24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   wielokrotnego wyboru (w zakresie określonym w </w:t>
            </w:r>
          </w:p>
          <w:p w14:paraId="7A5536BD" w14:textId="77777777" w:rsidR="0085747A" w:rsidRPr="00CB4C4A" w:rsidRDefault="00D24278" w:rsidP="00D24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ramach efektów kształcenia).</w:t>
            </w:r>
          </w:p>
        </w:tc>
        <w:tc>
          <w:tcPr>
            <w:tcW w:w="2126" w:type="dxa"/>
          </w:tcPr>
          <w:p w14:paraId="3221EC98" w14:textId="77777777" w:rsidR="0085747A" w:rsidRPr="00CB4C4A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ćw., w</w:t>
            </w:r>
            <w:r w:rsidR="00CB4C4A" w:rsidRPr="00CB4C4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41E8A686" w14:textId="77777777" w:rsidTr="00090B12">
        <w:trPr>
          <w:trHeight w:val="184"/>
        </w:trPr>
        <w:tc>
          <w:tcPr>
            <w:tcW w:w="1985" w:type="dxa"/>
          </w:tcPr>
          <w:p w14:paraId="3988FF5E" w14:textId="77777777" w:rsidR="0085747A" w:rsidRPr="009C54AE" w:rsidRDefault="0085747A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B99024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04DB8A80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755D06AC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0CD5DAD7" w14:textId="77777777" w:rsidR="0085747A" w:rsidRPr="00CB4C4A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26" w:type="dxa"/>
          </w:tcPr>
          <w:p w14:paraId="03392261" w14:textId="77777777" w:rsidR="0085747A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 w</w:t>
            </w:r>
            <w:r w:rsidR="00CB4C4A" w:rsidRPr="00CB4C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90B12" w:rsidRPr="009C54AE" w14:paraId="6394C678" w14:textId="77777777" w:rsidTr="00090B12">
        <w:trPr>
          <w:trHeight w:val="125"/>
        </w:trPr>
        <w:tc>
          <w:tcPr>
            <w:tcW w:w="1985" w:type="dxa"/>
          </w:tcPr>
          <w:p w14:paraId="154940DF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64A5B7E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5DA4B841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133D7A65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388D33EF" w14:textId="77777777" w:rsidR="00090B12" w:rsidRPr="00CB4C4A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26" w:type="dxa"/>
          </w:tcPr>
          <w:p w14:paraId="1C0E16FE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 w</w:t>
            </w:r>
            <w:r w:rsidRPr="00CB4C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90B12" w:rsidRPr="009C54AE" w14:paraId="07830858" w14:textId="77777777" w:rsidTr="00090B12">
        <w:trPr>
          <w:trHeight w:val="167"/>
        </w:trPr>
        <w:tc>
          <w:tcPr>
            <w:tcW w:w="1985" w:type="dxa"/>
          </w:tcPr>
          <w:p w14:paraId="5D8ECC46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4A3F7BBC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007AC121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004FBCB3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0E06CADD" w14:textId="77777777" w:rsidR="00090B12" w:rsidRPr="00CB4C4A" w:rsidRDefault="00D24278" w:rsidP="00D24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</w:t>
            </w:r>
            <w:r w:rsidRPr="00D24278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26" w:type="dxa"/>
          </w:tcPr>
          <w:p w14:paraId="35A1493A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 w</w:t>
            </w:r>
            <w:r w:rsidRPr="00CB4C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90B12" w:rsidRPr="009C54AE" w14:paraId="11EA294A" w14:textId="77777777" w:rsidTr="00090B12">
        <w:trPr>
          <w:trHeight w:val="125"/>
        </w:trPr>
        <w:tc>
          <w:tcPr>
            <w:tcW w:w="1985" w:type="dxa"/>
          </w:tcPr>
          <w:p w14:paraId="48E3DC61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688A48DB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1C19EEAD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29E612A7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7A666628" w14:textId="77777777" w:rsidR="00090B12" w:rsidRPr="00CB4C4A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26" w:type="dxa"/>
          </w:tcPr>
          <w:p w14:paraId="456A1666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 w</w:t>
            </w:r>
            <w:r w:rsidRPr="00CB4C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90B12" w:rsidRPr="009C54AE" w14:paraId="08A73295" w14:textId="77777777" w:rsidTr="00090B12">
        <w:trPr>
          <w:trHeight w:val="125"/>
        </w:trPr>
        <w:tc>
          <w:tcPr>
            <w:tcW w:w="1985" w:type="dxa"/>
          </w:tcPr>
          <w:p w14:paraId="5F3EB461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039AC56F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6394DEC8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613385FB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10A7DA88" w14:textId="77777777" w:rsidR="00090B12" w:rsidRPr="00CB4C4A" w:rsidRDefault="00D24278" w:rsidP="00D24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</w:t>
            </w:r>
            <w:r w:rsidRPr="00D24278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26" w:type="dxa"/>
          </w:tcPr>
          <w:p w14:paraId="12775FE9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 w</w:t>
            </w:r>
            <w:r w:rsidRPr="00CB4C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90B12" w:rsidRPr="009C54AE" w14:paraId="7AA2D907" w14:textId="77777777" w:rsidTr="00090B12">
        <w:trPr>
          <w:trHeight w:val="150"/>
        </w:trPr>
        <w:tc>
          <w:tcPr>
            <w:tcW w:w="1985" w:type="dxa"/>
          </w:tcPr>
          <w:p w14:paraId="114C35CE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33B8D1BD" w14:textId="77777777" w:rsidR="00D24278" w:rsidRPr="00D24278" w:rsidRDefault="00D24278" w:rsidP="00D24278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54531873" w14:textId="77777777" w:rsidR="00D24278" w:rsidRPr="00D24278" w:rsidRDefault="00D24278" w:rsidP="00D24278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12DDD6FC" w14:textId="77777777" w:rsidR="00D24278" w:rsidRPr="00D24278" w:rsidRDefault="00D24278" w:rsidP="00D24278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638D47E7" w14:textId="77777777" w:rsidR="00090B12" w:rsidRPr="00CB4C4A" w:rsidRDefault="00D24278" w:rsidP="00D24278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26" w:type="dxa"/>
          </w:tcPr>
          <w:p w14:paraId="3E0C5843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 w</w:t>
            </w:r>
            <w:r w:rsidRPr="00CB4C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90B12" w:rsidRPr="009C54AE" w14:paraId="1C3D3CE8" w14:textId="77777777" w:rsidTr="00090B12">
        <w:trPr>
          <w:trHeight w:val="150"/>
        </w:trPr>
        <w:tc>
          <w:tcPr>
            <w:tcW w:w="1985" w:type="dxa"/>
          </w:tcPr>
          <w:p w14:paraId="546CE7D0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14:paraId="71060395" w14:textId="77777777" w:rsidR="00090B12" w:rsidRPr="00CB4C4A" w:rsidRDefault="00090B12" w:rsidP="009F5088">
            <w:pPr>
              <w:pStyle w:val="Punktygwne"/>
              <w:spacing w:before="120" w:after="12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090B12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  <w:r w:rsidR="009F508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26" w:type="dxa"/>
          </w:tcPr>
          <w:p w14:paraId="0EC44FFC" w14:textId="77777777" w:rsidR="00090B12" w:rsidRPr="009C54AE" w:rsidRDefault="005678E6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90B12" w:rsidRPr="009C54AE" w14:paraId="2442E875" w14:textId="77777777" w:rsidTr="00090B12">
        <w:trPr>
          <w:trHeight w:val="125"/>
        </w:trPr>
        <w:tc>
          <w:tcPr>
            <w:tcW w:w="1985" w:type="dxa"/>
          </w:tcPr>
          <w:p w14:paraId="74565942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</w:tcPr>
          <w:p w14:paraId="2FAB3609" w14:textId="77777777" w:rsidR="00090B12" w:rsidRPr="00CB4C4A" w:rsidRDefault="005678E6" w:rsidP="009F5088">
            <w:pPr>
              <w:pStyle w:val="Punktygwne"/>
              <w:spacing w:before="120" w:after="12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5678E6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 w:rsidR="009F508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26" w:type="dxa"/>
          </w:tcPr>
          <w:p w14:paraId="5644B0E3" w14:textId="77777777" w:rsidR="00090B12" w:rsidRPr="009C54AE" w:rsidRDefault="005678E6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90B12" w:rsidRPr="009C54AE" w14:paraId="6A73E9F7" w14:textId="77777777" w:rsidTr="00C05F44">
        <w:trPr>
          <w:trHeight w:val="151"/>
        </w:trPr>
        <w:tc>
          <w:tcPr>
            <w:tcW w:w="1985" w:type="dxa"/>
          </w:tcPr>
          <w:p w14:paraId="35DC8AE0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528" w:type="dxa"/>
          </w:tcPr>
          <w:p w14:paraId="68C879F5" w14:textId="77777777" w:rsidR="009F5088" w:rsidRPr="009F5088" w:rsidRDefault="009F5088" w:rsidP="009F508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9F5088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6DFB89E3" w14:textId="77777777" w:rsidR="009F5088" w:rsidRPr="009F5088" w:rsidRDefault="009F5088" w:rsidP="009F508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9F508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65E5BA28" w14:textId="77777777" w:rsidR="009F5088" w:rsidRPr="009F5088" w:rsidRDefault="009F5088" w:rsidP="009F508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9F5088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39237190" w14:textId="77777777" w:rsidR="00090B12" w:rsidRPr="00CB4C4A" w:rsidRDefault="009F5088" w:rsidP="009F508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9F5088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26" w:type="dxa"/>
          </w:tcPr>
          <w:p w14:paraId="1FC883C5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</w:t>
            </w:r>
            <w:r w:rsidR="005678E6">
              <w:rPr>
                <w:rFonts w:ascii="Corbel" w:hAnsi="Corbel"/>
                <w:b w:val="0"/>
                <w:szCs w:val="24"/>
              </w:rPr>
              <w:t xml:space="preserve"> w.</w:t>
            </w:r>
          </w:p>
        </w:tc>
      </w:tr>
    </w:tbl>
    <w:p w14:paraId="7BE39AE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BB22AE" w14:textId="77777777" w:rsidR="0085747A" w:rsidRPr="009C54AE" w:rsidRDefault="0085747A" w:rsidP="00E47F44">
      <w:pPr>
        <w:pStyle w:val="Punktygwne"/>
        <w:numPr>
          <w:ilvl w:val="1"/>
          <w:numId w:val="6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72E4A0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D3B2F" w14:paraId="613A4EF7" w14:textId="77777777" w:rsidTr="00923D7D">
        <w:tc>
          <w:tcPr>
            <w:tcW w:w="9670" w:type="dxa"/>
          </w:tcPr>
          <w:p w14:paraId="25DB8A39" w14:textId="77777777" w:rsidR="00CB4C4A" w:rsidRPr="003D3B2F" w:rsidRDefault="00E47F44" w:rsidP="00E47F44">
            <w:pPr>
              <w:pStyle w:val="Punktygwne"/>
              <w:spacing w:before="12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B4C4A" w:rsidRPr="003D3B2F">
              <w:rPr>
                <w:rFonts w:ascii="Corbel" w:hAnsi="Corbel"/>
                <w:b w:val="0"/>
                <w:smallCaps w:val="0"/>
                <w:szCs w:val="24"/>
              </w:rPr>
              <w:t xml:space="preserve">aliczenie z oceną w formie kolokwium złożonego z czterech pytań, zaliczenie następuje w przypadku wyczerpującej odpowiedzi na dwa pytania problemowe lub w przypadku znacznej aktywności 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ćwiczeniach</w:t>
            </w:r>
            <w:r w:rsidR="00CB4C4A" w:rsidRPr="003D3B2F">
              <w:rPr>
                <w:rFonts w:ascii="Corbel" w:hAnsi="Corbel"/>
                <w:b w:val="0"/>
                <w:smallCaps w:val="0"/>
                <w:szCs w:val="24"/>
              </w:rPr>
              <w:t xml:space="preserve"> na podstawie ocen cząstkowych;</w:t>
            </w:r>
          </w:p>
          <w:p w14:paraId="72527AB4" w14:textId="77777777" w:rsidR="0085747A" w:rsidRPr="003D3B2F" w:rsidRDefault="00E47F44" w:rsidP="00E47F44">
            <w:pPr>
              <w:pStyle w:val="Punktygwne"/>
              <w:spacing w:before="0" w:after="120"/>
              <w:ind w:left="176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CB4C4A" w:rsidRPr="003D3B2F">
              <w:rPr>
                <w:rFonts w:ascii="Corbel" w:hAnsi="Corbel"/>
                <w:b w:val="0"/>
                <w:smallCaps w:val="0"/>
                <w:szCs w:val="24"/>
              </w:rPr>
              <w:t xml:space="preserve">gzamin </w:t>
            </w:r>
            <w:r w:rsidRPr="00E47F44">
              <w:rPr>
                <w:rFonts w:ascii="Corbel" w:hAnsi="Corbel"/>
                <w:b w:val="0"/>
                <w:smallCaps w:val="0"/>
                <w:szCs w:val="24"/>
              </w:rPr>
              <w:t>w formie testu z odpowiedziami wielokrotnego wyboru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4F432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31BC4B" w14:textId="77777777" w:rsidR="009F4610" w:rsidRPr="009C54AE" w:rsidRDefault="0085747A" w:rsidP="00CE3473">
      <w:pPr>
        <w:pStyle w:val="Bezodstpw"/>
        <w:ind w:left="284" w:hanging="142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A118E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7ED41AED" w14:textId="77777777" w:rsidTr="003E1941">
        <w:tc>
          <w:tcPr>
            <w:tcW w:w="4962" w:type="dxa"/>
            <w:vAlign w:val="center"/>
          </w:tcPr>
          <w:p w14:paraId="1E9C097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24336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35CD64" w14:textId="77777777" w:rsidTr="00923D7D">
        <w:tc>
          <w:tcPr>
            <w:tcW w:w="4962" w:type="dxa"/>
          </w:tcPr>
          <w:p w14:paraId="2A19FE9E" w14:textId="41D39671" w:rsidR="0085747A" w:rsidRPr="009C54AE" w:rsidRDefault="00C61DC5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A71B3D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z </w:t>
            </w:r>
            <w:r w:rsidR="00A71B3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49CB70" w14:textId="77777777" w:rsidR="0085747A" w:rsidRDefault="003D3B2F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  <w:r w:rsidR="00DC3D5E">
              <w:rPr>
                <w:rFonts w:ascii="Corbel" w:hAnsi="Corbel"/>
                <w:sz w:val="24"/>
                <w:szCs w:val="24"/>
              </w:rPr>
              <w:t>y – 15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240E71F0" w14:textId="77777777" w:rsidR="003D3B2F" w:rsidRPr="009C54AE" w:rsidRDefault="003D3B2F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 – 15 godz.</w:t>
            </w:r>
          </w:p>
        </w:tc>
      </w:tr>
      <w:tr w:rsidR="00C61DC5" w:rsidRPr="009C54AE" w14:paraId="4E88AD22" w14:textId="77777777" w:rsidTr="00923D7D">
        <w:tc>
          <w:tcPr>
            <w:tcW w:w="4962" w:type="dxa"/>
          </w:tcPr>
          <w:p w14:paraId="001560EE" w14:textId="77777777" w:rsidR="00C61DC5" w:rsidRPr="009C54AE" w:rsidRDefault="00C61DC5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F3437A4" w14:textId="77777777" w:rsidR="00C61DC5" w:rsidRPr="009C54AE" w:rsidRDefault="00C61DC5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1477CBA" w14:textId="77777777" w:rsidR="00C61DC5" w:rsidRPr="003D3B2F" w:rsidRDefault="00DC3D5E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3D3B2F" w:rsidRPr="003D3B2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14:paraId="1B7D04BD" w14:textId="77777777" w:rsidTr="00923D7D">
        <w:tc>
          <w:tcPr>
            <w:tcW w:w="4962" w:type="dxa"/>
          </w:tcPr>
          <w:p w14:paraId="6C66C8B7" w14:textId="77777777" w:rsidR="0071620A" w:rsidRPr="009C54AE" w:rsidRDefault="00C61DC5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3E2F0CBE" w14:textId="77777777" w:rsidR="00C61DC5" w:rsidRPr="009C54AE" w:rsidRDefault="00C61DC5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E089D08" w14:textId="77777777" w:rsidR="00C61DC5" w:rsidRPr="003D3B2F" w:rsidRDefault="00DC3D5E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  <w:r w:rsidR="003D3B2F" w:rsidRPr="003D3B2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14:paraId="0C5DC24E" w14:textId="77777777" w:rsidTr="00923D7D">
        <w:tc>
          <w:tcPr>
            <w:tcW w:w="4962" w:type="dxa"/>
          </w:tcPr>
          <w:p w14:paraId="262B8F6B" w14:textId="77777777" w:rsidR="0085747A" w:rsidRPr="009C54AE" w:rsidRDefault="0085747A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029BDA8" w14:textId="77777777" w:rsidR="0085747A" w:rsidRPr="003D3B2F" w:rsidRDefault="00DC3D5E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81</w:t>
            </w:r>
            <w:r w:rsidR="003D3B2F" w:rsidRPr="003D3B2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14:paraId="47D05EBA" w14:textId="77777777" w:rsidTr="00923D7D">
        <w:tc>
          <w:tcPr>
            <w:tcW w:w="4962" w:type="dxa"/>
          </w:tcPr>
          <w:p w14:paraId="03F3EFF3" w14:textId="77777777" w:rsidR="0085747A" w:rsidRPr="009C54AE" w:rsidRDefault="0085747A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48E6F0" w14:textId="25DC4C6B" w:rsidR="0085747A" w:rsidRPr="003D3B2F" w:rsidRDefault="00DC3D5E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A71B3D">
              <w:rPr>
                <w:rFonts w:ascii="Corbel" w:hAnsi="Corbel"/>
                <w:sz w:val="24"/>
                <w:szCs w:val="24"/>
              </w:rPr>
              <w:t xml:space="preserve"> punkty</w:t>
            </w:r>
          </w:p>
        </w:tc>
      </w:tr>
    </w:tbl>
    <w:p w14:paraId="1FCEE1B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EB6ACC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104DEE" w14:textId="4D11BF33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98A56F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19C6E4B" w14:textId="77777777" w:rsidTr="00D90AA2">
        <w:trPr>
          <w:trHeight w:val="397"/>
        </w:trPr>
        <w:tc>
          <w:tcPr>
            <w:tcW w:w="3544" w:type="dxa"/>
          </w:tcPr>
          <w:p w14:paraId="1B3606D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2B1FF51" w14:textId="3464CCD6" w:rsidR="0085747A" w:rsidRPr="009C54AE" w:rsidRDefault="00D90AA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6F1AC482" w14:textId="77777777" w:rsidTr="00D90AA2">
        <w:trPr>
          <w:trHeight w:val="397"/>
        </w:trPr>
        <w:tc>
          <w:tcPr>
            <w:tcW w:w="3544" w:type="dxa"/>
          </w:tcPr>
          <w:p w14:paraId="693FD8A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166C830" w14:textId="2AF832FA" w:rsidR="0085747A" w:rsidRPr="009C54AE" w:rsidRDefault="00D90AA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0F19EB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62DD7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D742B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27969EB" w14:textId="77777777" w:rsidTr="00C858F4">
        <w:trPr>
          <w:trHeight w:val="397"/>
        </w:trPr>
        <w:tc>
          <w:tcPr>
            <w:tcW w:w="9639" w:type="dxa"/>
          </w:tcPr>
          <w:p w14:paraId="3C269B68" w14:textId="77777777" w:rsidR="0085747A" w:rsidRPr="00C858F4" w:rsidRDefault="0085747A" w:rsidP="00D90AA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024A67F" w14:textId="77777777" w:rsidR="00DC3D5E" w:rsidRDefault="00DC3D5E" w:rsidP="00D90AA2">
            <w:pPr>
              <w:pStyle w:val="Punktygwne"/>
              <w:numPr>
                <w:ilvl w:val="0"/>
                <w:numId w:val="4"/>
              </w:numPr>
              <w:spacing w:before="0" w:after="0"/>
              <w:ind w:left="0" w:hanging="3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T.</w:t>
            </w:r>
            <w:r w:rsidRPr="00DC3D5E">
              <w:rPr>
                <w:rFonts w:ascii="Corbel" w:hAnsi="Corbel"/>
                <w:b w:val="0"/>
                <w:smallCaps w:val="0"/>
                <w:szCs w:val="24"/>
              </w:rPr>
              <w:t xml:space="preserve"> Maciejewski, </w:t>
            </w:r>
            <w:r w:rsidRPr="004B5B06">
              <w:rPr>
                <w:rFonts w:ascii="Corbel" w:hAnsi="Corbel"/>
                <w:b w:val="0"/>
                <w:i/>
                <w:smallCaps w:val="0"/>
                <w:szCs w:val="24"/>
              </w:rPr>
              <w:t>Historia administracji,</w:t>
            </w:r>
            <w:r w:rsidRPr="00DC3D5E">
              <w:rPr>
                <w:rFonts w:ascii="Corbel" w:hAnsi="Corbel"/>
                <w:b w:val="0"/>
                <w:smallCaps w:val="0"/>
                <w:szCs w:val="24"/>
              </w:rPr>
              <w:t xml:space="preserve"> Warszawa 2006</w:t>
            </w:r>
            <w:r w:rsidR="00223914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09141515" w14:textId="77777777" w:rsidR="00355D77" w:rsidRPr="00DC3D5E" w:rsidRDefault="00DC3D5E" w:rsidP="00D90AA2">
            <w:pPr>
              <w:pStyle w:val="Punktygwne"/>
              <w:numPr>
                <w:ilvl w:val="0"/>
                <w:numId w:val="4"/>
              </w:numPr>
              <w:spacing w:before="0" w:after="0"/>
              <w:ind w:left="0" w:hanging="3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J.</w:t>
            </w:r>
            <w:r w:rsidR="004B5B06">
              <w:rPr>
                <w:rFonts w:ascii="Corbel" w:hAnsi="Corbel"/>
                <w:b w:val="0"/>
                <w:smallCaps w:val="0"/>
                <w:szCs w:val="24"/>
              </w:rPr>
              <w:t xml:space="preserve"> Bardach, B. Leśnodorski, M.</w:t>
            </w:r>
            <w:r w:rsidRPr="00DC3D5E">
              <w:rPr>
                <w:rFonts w:ascii="Corbel" w:hAnsi="Corbel"/>
                <w:b w:val="0"/>
                <w:smallCaps w:val="0"/>
                <w:szCs w:val="24"/>
              </w:rPr>
              <w:t xml:space="preserve"> Pietrzak, </w:t>
            </w:r>
            <w:r w:rsidRPr="004B5B06">
              <w:rPr>
                <w:rFonts w:ascii="Corbel" w:hAnsi="Corbel"/>
                <w:b w:val="0"/>
                <w:i/>
                <w:smallCaps w:val="0"/>
                <w:szCs w:val="24"/>
              </w:rPr>
              <w:t>Historia państwa i prawa polskiego,</w:t>
            </w:r>
            <w:r w:rsidRPr="00DC3D5E">
              <w:rPr>
                <w:rFonts w:ascii="Corbel" w:hAnsi="Corbel"/>
                <w:b w:val="0"/>
                <w:smallCaps w:val="0"/>
                <w:szCs w:val="24"/>
              </w:rPr>
              <w:t xml:space="preserve"> Warszawa 1994.</w:t>
            </w:r>
          </w:p>
        </w:tc>
      </w:tr>
      <w:tr w:rsidR="0085747A" w:rsidRPr="009C54AE" w14:paraId="287F810C" w14:textId="77777777" w:rsidTr="00C858F4">
        <w:trPr>
          <w:trHeight w:val="397"/>
        </w:trPr>
        <w:tc>
          <w:tcPr>
            <w:tcW w:w="9639" w:type="dxa"/>
          </w:tcPr>
          <w:p w14:paraId="66E14B6A" w14:textId="77777777" w:rsidR="0085747A" w:rsidRPr="00C858F4" w:rsidRDefault="0085747A" w:rsidP="00D90AA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C1702B0" w14:textId="77777777" w:rsidR="00DC3D5E" w:rsidRPr="00DC3D5E" w:rsidRDefault="004B5B06" w:rsidP="00D90AA2">
            <w:pPr>
              <w:numPr>
                <w:ilvl w:val="0"/>
                <w:numId w:val="7"/>
              </w:numPr>
              <w:spacing w:after="0" w:line="240" w:lineRule="auto"/>
              <w:ind w:left="0" w:hanging="357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W.</w:t>
            </w:r>
            <w:r w:rsidR="00DC3D5E" w:rsidRPr="00DC3D5E">
              <w:rPr>
                <w:rFonts w:ascii="Corbel" w:eastAsia="Cambria" w:hAnsi="Corbel"/>
                <w:sz w:val="24"/>
                <w:szCs w:val="24"/>
              </w:rPr>
              <w:t xml:space="preserve"> Ćwik, </w:t>
            </w:r>
            <w:r w:rsidR="00DC3D5E" w:rsidRPr="00DC3D5E">
              <w:rPr>
                <w:rFonts w:ascii="Corbel" w:eastAsia="Cambria" w:hAnsi="Corbel"/>
                <w:i/>
                <w:sz w:val="24"/>
                <w:szCs w:val="24"/>
              </w:rPr>
              <w:t>Historia administracji</w:t>
            </w:r>
            <w:r>
              <w:rPr>
                <w:rFonts w:ascii="Corbel" w:eastAsia="Cambria" w:hAnsi="Corbel"/>
                <w:sz w:val="24"/>
                <w:szCs w:val="24"/>
              </w:rPr>
              <w:t>, Zamość 2004</w:t>
            </w:r>
            <w:r w:rsidR="00223914">
              <w:rPr>
                <w:rFonts w:ascii="Corbel" w:eastAsia="Cambria" w:hAnsi="Corbel"/>
                <w:sz w:val="24"/>
                <w:szCs w:val="24"/>
              </w:rPr>
              <w:t>;</w:t>
            </w:r>
          </w:p>
          <w:p w14:paraId="49CF0A54" w14:textId="77777777" w:rsidR="00DC3D5E" w:rsidRPr="00DC3D5E" w:rsidRDefault="004B5B06" w:rsidP="00D90AA2">
            <w:pPr>
              <w:numPr>
                <w:ilvl w:val="0"/>
                <w:numId w:val="7"/>
              </w:numPr>
              <w:spacing w:after="0" w:line="240" w:lineRule="auto"/>
              <w:ind w:left="0" w:hanging="357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 H.</w:t>
            </w:r>
            <w:r w:rsidR="00DC3D5E" w:rsidRPr="00DC3D5E">
              <w:rPr>
                <w:rFonts w:ascii="Corbel" w:eastAsia="Cambria" w:hAnsi="Corbel"/>
                <w:sz w:val="24"/>
                <w:szCs w:val="24"/>
              </w:rPr>
              <w:t xml:space="preserve"> Izdebski, </w:t>
            </w:r>
            <w:r w:rsidR="00DC3D5E" w:rsidRPr="00DC3D5E">
              <w:rPr>
                <w:rFonts w:ascii="Corbel" w:eastAsia="Cambria" w:hAnsi="Corbel"/>
                <w:i/>
                <w:sz w:val="24"/>
                <w:szCs w:val="24"/>
              </w:rPr>
              <w:t>Historia administracji</w:t>
            </w:r>
            <w:r>
              <w:rPr>
                <w:rFonts w:ascii="Corbel" w:eastAsia="Cambria" w:hAnsi="Corbel"/>
                <w:sz w:val="24"/>
                <w:szCs w:val="24"/>
              </w:rPr>
              <w:t>, Warszawa 1996</w:t>
            </w:r>
            <w:r w:rsidR="00223914">
              <w:rPr>
                <w:rFonts w:ascii="Corbel" w:eastAsia="Cambria" w:hAnsi="Corbel"/>
                <w:sz w:val="24"/>
                <w:szCs w:val="24"/>
              </w:rPr>
              <w:t>;</w:t>
            </w:r>
          </w:p>
          <w:p w14:paraId="26CC240A" w14:textId="77777777" w:rsidR="00DC3D5E" w:rsidRPr="00DC3D5E" w:rsidRDefault="004B5B06" w:rsidP="00D90AA2">
            <w:pPr>
              <w:numPr>
                <w:ilvl w:val="0"/>
                <w:numId w:val="7"/>
              </w:numPr>
              <w:spacing w:after="0" w:line="240" w:lineRule="auto"/>
              <w:ind w:left="0" w:hanging="357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P. Cichoń, M.</w:t>
            </w:r>
            <w:r w:rsidR="00DC3D5E" w:rsidRPr="00DC3D5E">
              <w:rPr>
                <w:rFonts w:ascii="Corbel" w:hAnsi="Corbel"/>
                <w:sz w:val="24"/>
                <w:szCs w:val="24"/>
              </w:rPr>
              <w:t xml:space="preserve"> Nowakowski, </w:t>
            </w:r>
            <w:r w:rsidR="00DC3D5E" w:rsidRPr="00DC3D5E">
              <w:rPr>
                <w:rFonts w:ascii="Corbel" w:hAnsi="Corbel"/>
                <w:i/>
                <w:sz w:val="24"/>
                <w:szCs w:val="24"/>
              </w:rPr>
              <w:t>Historia administracji,</w:t>
            </w:r>
            <w:r w:rsidR="00DC3D5E" w:rsidRPr="00DC3D5E">
              <w:rPr>
                <w:rFonts w:ascii="Corbel" w:hAnsi="Corbel"/>
                <w:sz w:val="24"/>
                <w:szCs w:val="24"/>
              </w:rPr>
              <w:t xml:space="preserve"> Warszawa 2010</w:t>
            </w:r>
            <w:r w:rsidR="00223914">
              <w:rPr>
                <w:rFonts w:ascii="Corbel" w:hAnsi="Corbel"/>
                <w:sz w:val="24"/>
                <w:szCs w:val="24"/>
              </w:rPr>
              <w:t>;</w:t>
            </w:r>
          </w:p>
          <w:p w14:paraId="008F6037" w14:textId="77777777" w:rsidR="00DC3D5E" w:rsidRPr="00DC3D5E" w:rsidRDefault="004B5B06" w:rsidP="00D90AA2">
            <w:pPr>
              <w:numPr>
                <w:ilvl w:val="0"/>
                <w:numId w:val="7"/>
              </w:numPr>
              <w:spacing w:after="0" w:line="240" w:lineRule="auto"/>
              <w:ind w:left="0" w:hanging="357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W.</w:t>
            </w:r>
            <w:r w:rsidR="00DC3D5E" w:rsidRPr="00DC3D5E">
              <w:rPr>
                <w:rFonts w:ascii="Corbel" w:hAnsi="Corbel"/>
                <w:sz w:val="24"/>
                <w:szCs w:val="24"/>
              </w:rPr>
              <w:t xml:space="preserve"> Witkowski, </w:t>
            </w:r>
            <w:r w:rsidR="00DC3D5E" w:rsidRPr="00DC3D5E">
              <w:rPr>
                <w:rFonts w:ascii="Corbel" w:hAnsi="Corbel"/>
                <w:i/>
                <w:iCs/>
                <w:sz w:val="24"/>
                <w:szCs w:val="24"/>
              </w:rPr>
              <w:t>Historia administracji w Polsce 1764-1989</w:t>
            </w:r>
            <w:r>
              <w:rPr>
                <w:rFonts w:ascii="Corbel" w:hAnsi="Corbel"/>
                <w:sz w:val="24"/>
                <w:szCs w:val="24"/>
              </w:rPr>
              <w:t>, Warszawa 2007</w:t>
            </w:r>
            <w:r w:rsidR="00223914">
              <w:rPr>
                <w:rFonts w:ascii="Corbel" w:hAnsi="Corbel"/>
                <w:sz w:val="24"/>
                <w:szCs w:val="24"/>
              </w:rPr>
              <w:t>;</w:t>
            </w:r>
          </w:p>
          <w:p w14:paraId="176AC386" w14:textId="77777777" w:rsidR="00DC3D5E" w:rsidRPr="00DC3D5E" w:rsidRDefault="004B5B06" w:rsidP="00D90AA2">
            <w:pPr>
              <w:numPr>
                <w:ilvl w:val="0"/>
                <w:numId w:val="7"/>
              </w:numPr>
              <w:spacing w:after="0" w:line="240" w:lineRule="auto"/>
              <w:ind w:left="0" w:hanging="357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W.</w:t>
            </w:r>
            <w:r w:rsidR="00DC3D5E" w:rsidRPr="00DC3D5E">
              <w:rPr>
                <w:rFonts w:ascii="Corbel" w:eastAsia="Cambria" w:hAnsi="Corbel"/>
                <w:sz w:val="24"/>
                <w:szCs w:val="24"/>
              </w:rPr>
              <w:t xml:space="preserve"> Ćwik,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W. Mróz, A. </w:t>
            </w:r>
            <w:r w:rsidR="00DC3D5E" w:rsidRPr="00DC3D5E">
              <w:rPr>
                <w:rFonts w:ascii="Corbel" w:eastAsia="Cambria" w:hAnsi="Corbel"/>
                <w:sz w:val="24"/>
                <w:szCs w:val="24"/>
              </w:rPr>
              <w:t xml:space="preserve">Witkowski, </w:t>
            </w:r>
            <w:r w:rsidR="00DC3D5E" w:rsidRPr="00DC3D5E">
              <w:rPr>
                <w:rFonts w:ascii="Corbel" w:eastAsia="Cambria" w:hAnsi="Corbel"/>
                <w:i/>
                <w:sz w:val="24"/>
                <w:szCs w:val="24"/>
              </w:rPr>
              <w:t>Administracja w systemie ustrojowym Polski do 1939 r.</w:t>
            </w:r>
            <w:r>
              <w:rPr>
                <w:rFonts w:ascii="Corbel" w:eastAsia="Cambria" w:hAnsi="Corbel"/>
                <w:sz w:val="24"/>
                <w:szCs w:val="24"/>
              </w:rPr>
              <w:t>, Przemyśl 1997</w:t>
            </w:r>
            <w:r w:rsidR="00223914">
              <w:rPr>
                <w:rFonts w:ascii="Corbel" w:eastAsia="Cambria" w:hAnsi="Corbel"/>
                <w:sz w:val="24"/>
                <w:szCs w:val="24"/>
              </w:rPr>
              <w:t>;</w:t>
            </w:r>
          </w:p>
          <w:p w14:paraId="75DB9F3B" w14:textId="77777777" w:rsidR="00DC3D5E" w:rsidRPr="00DC3D5E" w:rsidRDefault="004B5B06" w:rsidP="00D90AA2">
            <w:pPr>
              <w:numPr>
                <w:ilvl w:val="0"/>
                <w:numId w:val="7"/>
              </w:numPr>
              <w:spacing w:after="0" w:line="240" w:lineRule="auto"/>
              <w:ind w:left="0" w:hanging="357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W.</w:t>
            </w:r>
            <w:r w:rsidR="00DC3D5E" w:rsidRPr="00DC3D5E">
              <w:rPr>
                <w:rFonts w:ascii="Corbel" w:eastAsia="Cambria" w:hAnsi="Corbel"/>
                <w:sz w:val="24"/>
                <w:szCs w:val="24"/>
              </w:rPr>
              <w:t xml:space="preserve"> Mróz, </w:t>
            </w:r>
            <w:r w:rsidR="00DC3D5E" w:rsidRPr="00DC3D5E">
              <w:rPr>
                <w:rFonts w:ascii="Corbel" w:eastAsia="Cambria" w:hAnsi="Corbel"/>
                <w:i/>
                <w:sz w:val="24"/>
                <w:szCs w:val="24"/>
              </w:rPr>
              <w:t>Administracja rządowa i samorządowa w Europie w dobie nowożytnej</w:t>
            </w:r>
            <w:r>
              <w:rPr>
                <w:rFonts w:ascii="Corbel" w:eastAsia="Cambria" w:hAnsi="Corbel"/>
                <w:sz w:val="24"/>
                <w:szCs w:val="24"/>
              </w:rPr>
              <w:t>, Przemyśl 2003</w:t>
            </w:r>
            <w:r w:rsidR="00223914">
              <w:rPr>
                <w:rFonts w:ascii="Corbel" w:eastAsia="Cambria" w:hAnsi="Corbel"/>
                <w:sz w:val="24"/>
                <w:szCs w:val="24"/>
              </w:rPr>
              <w:t>;</w:t>
            </w:r>
          </w:p>
          <w:p w14:paraId="05787E94" w14:textId="77777777" w:rsidR="00DC3D5E" w:rsidRPr="00DC3D5E" w:rsidRDefault="004B5B06" w:rsidP="00D90AA2">
            <w:pPr>
              <w:numPr>
                <w:ilvl w:val="0"/>
                <w:numId w:val="7"/>
              </w:numPr>
              <w:spacing w:after="0" w:line="240" w:lineRule="auto"/>
              <w:ind w:left="0" w:hanging="357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J. Malec, D.</w:t>
            </w:r>
            <w:r w:rsidR="00DC3D5E" w:rsidRPr="00DC3D5E">
              <w:rPr>
                <w:rFonts w:ascii="Corbel" w:hAnsi="Corbel"/>
                <w:sz w:val="24"/>
                <w:szCs w:val="24"/>
              </w:rPr>
              <w:t xml:space="preserve"> Malec, </w:t>
            </w:r>
            <w:r w:rsidR="00DC3D5E" w:rsidRPr="00DC3D5E">
              <w:rPr>
                <w:rFonts w:ascii="Corbel" w:hAnsi="Corbel"/>
                <w:i/>
                <w:sz w:val="24"/>
                <w:szCs w:val="24"/>
              </w:rPr>
              <w:t xml:space="preserve">Historia administracji i myśli administracyjnej, </w:t>
            </w:r>
            <w:r w:rsidR="00DC3D5E" w:rsidRPr="00DC3D5E">
              <w:rPr>
                <w:rFonts w:ascii="Corbel" w:hAnsi="Corbel"/>
                <w:sz w:val="24"/>
                <w:szCs w:val="24"/>
              </w:rPr>
              <w:t>Kraków 2003</w:t>
            </w:r>
            <w:r w:rsidR="00223914">
              <w:rPr>
                <w:rFonts w:ascii="Corbel" w:hAnsi="Corbel"/>
                <w:sz w:val="24"/>
                <w:szCs w:val="24"/>
              </w:rPr>
              <w:t>;</w:t>
            </w:r>
          </w:p>
          <w:p w14:paraId="7A9CB16E" w14:textId="77777777" w:rsidR="00DC3D5E" w:rsidRPr="00DC3D5E" w:rsidRDefault="00573DE7" w:rsidP="00D90AA2">
            <w:pPr>
              <w:numPr>
                <w:ilvl w:val="0"/>
                <w:numId w:val="7"/>
              </w:numPr>
              <w:spacing w:after="0" w:line="240" w:lineRule="auto"/>
              <w:ind w:left="0" w:hanging="357"/>
              <w:rPr>
                <w:rFonts w:ascii="Corbel" w:eastAsia="Cambria" w:hAnsi="Corbel"/>
                <w:sz w:val="24"/>
                <w:szCs w:val="24"/>
              </w:rPr>
            </w:pPr>
            <w:hyperlink r:id="rId8" w:tooltip="Andrzej Gaca (strona nie istnieje)" w:history="1">
              <w:r w:rsidR="004B5B06">
                <w:rPr>
                  <w:rFonts w:ascii="Corbel" w:eastAsia="Cambria" w:hAnsi="Corbel"/>
                  <w:color w:val="000000"/>
                  <w:sz w:val="24"/>
                  <w:szCs w:val="24"/>
                </w:rPr>
                <w:t>A.</w:t>
              </w:r>
              <w:r w:rsidR="00DC3D5E" w:rsidRPr="00DC3D5E">
                <w:rPr>
                  <w:rFonts w:ascii="Corbel" w:eastAsia="Cambria" w:hAnsi="Corbel"/>
                  <w:color w:val="000000"/>
                  <w:sz w:val="24"/>
                  <w:szCs w:val="24"/>
                </w:rPr>
                <w:t xml:space="preserve"> Gaca</w:t>
              </w:r>
            </w:hyperlink>
            <w:r w:rsidR="00DC3D5E" w:rsidRPr="00DC3D5E">
              <w:rPr>
                <w:rFonts w:ascii="Corbel" w:eastAsia="Cambria" w:hAnsi="Corbel"/>
                <w:color w:val="000000"/>
                <w:sz w:val="24"/>
                <w:szCs w:val="24"/>
              </w:rPr>
              <w:t xml:space="preserve">, </w:t>
            </w:r>
            <w:hyperlink r:id="rId9" w:tooltip="Krystyna Kamińska" w:history="1">
              <w:r w:rsidR="004B5B06">
                <w:rPr>
                  <w:rFonts w:ascii="Corbel" w:eastAsia="Cambria" w:hAnsi="Corbel"/>
                  <w:color w:val="000000"/>
                  <w:sz w:val="24"/>
                  <w:szCs w:val="24"/>
                </w:rPr>
                <w:t>K.</w:t>
              </w:r>
              <w:r w:rsidR="00DC3D5E" w:rsidRPr="00DC3D5E">
                <w:rPr>
                  <w:rFonts w:ascii="Corbel" w:eastAsia="Cambria" w:hAnsi="Corbel"/>
                  <w:color w:val="000000"/>
                  <w:sz w:val="24"/>
                  <w:szCs w:val="24"/>
                </w:rPr>
                <w:t xml:space="preserve"> Kamińska</w:t>
              </w:r>
            </w:hyperlink>
            <w:r w:rsidR="00DC3D5E" w:rsidRPr="00DC3D5E">
              <w:rPr>
                <w:rFonts w:ascii="Corbel" w:eastAsia="Cambria" w:hAnsi="Corbel"/>
                <w:color w:val="000000"/>
                <w:sz w:val="24"/>
                <w:szCs w:val="24"/>
              </w:rPr>
              <w:t xml:space="preserve">, </w:t>
            </w:r>
            <w:r w:rsidR="00DC3D5E" w:rsidRPr="00DC3D5E">
              <w:rPr>
                <w:rFonts w:ascii="Corbel" w:eastAsia="Cambria" w:hAnsi="Corbel"/>
                <w:i/>
                <w:color w:val="000000"/>
                <w:sz w:val="24"/>
                <w:szCs w:val="24"/>
              </w:rPr>
              <w:t xml:space="preserve">Historia powszechna ustrojów państwowych, </w:t>
            </w:r>
            <w:r w:rsidR="004B5B06">
              <w:rPr>
                <w:rFonts w:ascii="Corbel" w:eastAsia="Cambria" w:hAnsi="Corbel"/>
                <w:color w:val="000000"/>
                <w:sz w:val="24"/>
                <w:szCs w:val="24"/>
              </w:rPr>
              <w:t>Toruń 2002</w:t>
            </w:r>
            <w:r w:rsidR="00223914">
              <w:rPr>
                <w:rFonts w:ascii="Corbel" w:eastAsia="Cambria" w:hAnsi="Corbel"/>
                <w:color w:val="000000"/>
                <w:sz w:val="24"/>
                <w:szCs w:val="24"/>
              </w:rPr>
              <w:t>;</w:t>
            </w:r>
          </w:p>
          <w:p w14:paraId="684FB59B" w14:textId="77777777" w:rsidR="00DC3D5E" w:rsidRPr="00DC3D5E" w:rsidRDefault="00573DE7" w:rsidP="00D90AA2">
            <w:pPr>
              <w:numPr>
                <w:ilvl w:val="0"/>
                <w:numId w:val="7"/>
              </w:numPr>
              <w:spacing w:after="0" w:line="240" w:lineRule="auto"/>
              <w:ind w:left="0" w:hanging="357"/>
              <w:rPr>
                <w:rFonts w:ascii="Corbel" w:eastAsia="Cambria" w:hAnsi="Corbel"/>
                <w:sz w:val="24"/>
                <w:szCs w:val="24"/>
              </w:rPr>
            </w:pPr>
            <w:hyperlink r:id="rId10" w:tooltip="Grzegorz Górski" w:history="1">
              <w:r w:rsidR="004B5B06">
                <w:rPr>
                  <w:rFonts w:ascii="Corbel" w:eastAsia="Cambria" w:hAnsi="Corbel"/>
                  <w:color w:val="000000"/>
                  <w:sz w:val="24"/>
                  <w:szCs w:val="24"/>
                </w:rPr>
                <w:t>G.</w:t>
              </w:r>
              <w:r w:rsidR="00DC3D5E" w:rsidRPr="00DC3D5E">
                <w:rPr>
                  <w:rFonts w:ascii="Corbel" w:eastAsia="Cambria" w:hAnsi="Corbel"/>
                  <w:color w:val="000000"/>
                  <w:sz w:val="24"/>
                  <w:szCs w:val="24"/>
                </w:rPr>
                <w:t xml:space="preserve"> Górski</w:t>
              </w:r>
            </w:hyperlink>
            <w:r w:rsidR="00DC3D5E" w:rsidRPr="00DC3D5E">
              <w:rPr>
                <w:rFonts w:ascii="Corbel" w:eastAsia="Cambria" w:hAnsi="Corbel"/>
                <w:color w:val="000000"/>
                <w:sz w:val="24"/>
                <w:szCs w:val="24"/>
              </w:rPr>
              <w:t xml:space="preserve">, </w:t>
            </w:r>
            <w:r w:rsidR="00DC3D5E" w:rsidRPr="00DC3D5E">
              <w:rPr>
                <w:rFonts w:ascii="Corbel" w:eastAsia="Cambria" w:hAnsi="Corbel"/>
                <w:i/>
                <w:color w:val="000000"/>
                <w:sz w:val="24"/>
                <w:szCs w:val="24"/>
              </w:rPr>
              <w:t>Historia administracji,</w:t>
            </w:r>
            <w:r w:rsidR="004B5B06">
              <w:rPr>
                <w:rFonts w:ascii="Corbel" w:eastAsia="Cambria" w:hAnsi="Corbel"/>
                <w:color w:val="000000"/>
                <w:sz w:val="24"/>
                <w:szCs w:val="24"/>
              </w:rPr>
              <w:t xml:space="preserve"> Warszawa 2002</w:t>
            </w:r>
            <w:r w:rsidR="00223914">
              <w:rPr>
                <w:rFonts w:ascii="Corbel" w:eastAsia="Cambria" w:hAnsi="Corbel"/>
                <w:color w:val="000000"/>
                <w:sz w:val="24"/>
                <w:szCs w:val="24"/>
              </w:rPr>
              <w:t>;</w:t>
            </w:r>
          </w:p>
          <w:p w14:paraId="54F6E3D5" w14:textId="77777777" w:rsidR="00DC3D5E" w:rsidRPr="00DC3D5E" w:rsidRDefault="004B5B06" w:rsidP="00D90AA2">
            <w:pPr>
              <w:numPr>
                <w:ilvl w:val="0"/>
                <w:numId w:val="7"/>
              </w:numPr>
              <w:spacing w:after="0" w:line="240" w:lineRule="auto"/>
              <w:ind w:left="0" w:hanging="357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A. Korobowicz, W.</w:t>
            </w:r>
            <w:r w:rsidR="00DC3D5E" w:rsidRPr="00DC3D5E">
              <w:rPr>
                <w:rFonts w:ascii="Corbel" w:eastAsia="Cambria" w:hAnsi="Corbel"/>
                <w:sz w:val="24"/>
                <w:szCs w:val="24"/>
              </w:rPr>
              <w:t xml:space="preserve"> Witkowski, </w:t>
            </w:r>
            <w:r w:rsidR="00DC3D5E" w:rsidRPr="00DC3D5E">
              <w:rPr>
                <w:rFonts w:ascii="Corbel" w:eastAsia="Cambria" w:hAnsi="Corbel"/>
                <w:i/>
                <w:sz w:val="24"/>
                <w:szCs w:val="24"/>
              </w:rPr>
              <w:t>Historia ustroju i prawa polskiego (1772-1918 )</w:t>
            </w:r>
            <w:r>
              <w:rPr>
                <w:rFonts w:ascii="Corbel" w:eastAsia="Cambria" w:hAnsi="Corbel"/>
                <w:sz w:val="24"/>
                <w:szCs w:val="24"/>
              </w:rPr>
              <w:t>, Kraków 1998</w:t>
            </w:r>
            <w:r w:rsidR="00223914">
              <w:rPr>
                <w:rFonts w:ascii="Corbel" w:eastAsia="Cambria" w:hAnsi="Corbel"/>
                <w:sz w:val="24"/>
                <w:szCs w:val="24"/>
              </w:rPr>
              <w:t>;</w:t>
            </w:r>
          </w:p>
          <w:p w14:paraId="1E8F4B22" w14:textId="77777777" w:rsidR="00DC3D5E" w:rsidRPr="00DC3D5E" w:rsidRDefault="004B5B06" w:rsidP="00D90AA2">
            <w:pPr>
              <w:numPr>
                <w:ilvl w:val="0"/>
                <w:numId w:val="7"/>
              </w:numPr>
              <w:spacing w:after="0" w:line="240" w:lineRule="auto"/>
              <w:ind w:left="0" w:hanging="357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 M.</w:t>
            </w:r>
            <w:r w:rsidR="00DC3D5E" w:rsidRPr="00DC3D5E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proofErr w:type="spellStart"/>
            <w:r w:rsidR="00DC3D5E" w:rsidRPr="00DC3D5E">
              <w:rPr>
                <w:rFonts w:ascii="Corbel" w:eastAsia="Cambria" w:hAnsi="Corbel"/>
                <w:sz w:val="24"/>
                <w:szCs w:val="24"/>
              </w:rPr>
              <w:t>Kallas</w:t>
            </w:r>
            <w:proofErr w:type="spellEnd"/>
            <w:r w:rsidR="00DC3D5E" w:rsidRPr="00DC3D5E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="00DC3D5E" w:rsidRPr="00DC3D5E">
              <w:rPr>
                <w:rFonts w:ascii="Corbel" w:eastAsia="Cambria" w:hAnsi="Corbel"/>
                <w:i/>
                <w:sz w:val="24"/>
                <w:szCs w:val="24"/>
              </w:rPr>
              <w:t>Historia ustroju Polski X-XX w.</w:t>
            </w:r>
            <w:r w:rsidR="00DC3D5E" w:rsidRPr="00DC3D5E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/>
                <w:sz w:val="24"/>
                <w:szCs w:val="24"/>
              </w:rPr>
              <w:t>Warszawa  1996</w:t>
            </w:r>
            <w:r w:rsidR="00223914">
              <w:rPr>
                <w:rFonts w:ascii="Corbel" w:eastAsia="Cambria" w:hAnsi="Corbel"/>
                <w:sz w:val="24"/>
                <w:szCs w:val="24"/>
              </w:rPr>
              <w:t>;</w:t>
            </w:r>
          </w:p>
          <w:p w14:paraId="7A420847" w14:textId="77777777" w:rsidR="00DC3D5E" w:rsidRPr="00DC3D5E" w:rsidRDefault="004B5B06" w:rsidP="00D90AA2">
            <w:pPr>
              <w:numPr>
                <w:ilvl w:val="0"/>
                <w:numId w:val="7"/>
              </w:numPr>
              <w:spacing w:after="0" w:line="240" w:lineRule="auto"/>
              <w:ind w:left="0" w:hanging="357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R. Łaszewski, S.</w:t>
            </w:r>
            <w:r w:rsidR="00DC3D5E" w:rsidRPr="00DC3D5E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proofErr w:type="spellStart"/>
            <w:r w:rsidR="00DC3D5E" w:rsidRPr="00DC3D5E">
              <w:rPr>
                <w:rFonts w:ascii="Corbel" w:eastAsia="Cambria" w:hAnsi="Corbel"/>
                <w:sz w:val="24"/>
                <w:szCs w:val="24"/>
              </w:rPr>
              <w:t>Salmonowicz</w:t>
            </w:r>
            <w:proofErr w:type="spellEnd"/>
            <w:r w:rsidR="00DC3D5E" w:rsidRPr="00DC3D5E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="00DC3D5E" w:rsidRPr="00DC3D5E">
              <w:rPr>
                <w:rFonts w:ascii="Corbel" w:eastAsia="Cambria" w:hAnsi="Corbel"/>
                <w:i/>
                <w:sz w:val="24"/>
                <w:szCs w:val="24"/>
              </w:rPr>
              <w:t>Historia ustroju Polski</w:t>
            </w:r>
            <w:r>
              <w:rPr>
                <w:rFonts w:ascii="Corbel" w:eastAsia="Cambria" w:hAnsi="Corbel"/>
                <w:sz w:val="24"/>
                <w:szCs w:val="24"/>
              </w:rPr>
              <w:t>, Toruń 1997</w:t>
            </w:r>
            <w:r w:rsidR="00223914">
              <w:rPr>
                <w:rFonts w:ascii="Corbel" w:eastAsia="Cambria" w:hAnsi="Corbel"/>
                <w:sz w:val="24"/>
                <w:szCs w:val="24"/>
              </w:rPr>
              <w:t>;</w:t>
            </w:r>
          </w:p>
          <w:p w14:paraId="52447D15" w14:textId="77777777" w:rsidR="00355D77" w:rsidRPr="00DC3D5E" w:rsidRDefault="004B5B06" w:rsidP="00D90AA2">
            <w:pPr>
              <w:numPr>
                <w:ilvl w:val="0"/>
                <w:numId w:val="7"/>
              </w:numPr>
              <w:spacing w:after="0" w:line="240" w:lineRule="auto"/>
              <w:ind w:left="0" w:hanging="357"/>
              <w:rPr>
                <w:rFonts w:ascii="Times New Roman" w:eastAsia="Cambria" w:hAnsi="Times New Roman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M. </w:t>
            </w: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Hładij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>, D.</w:t>
            </w:r>
            <w:r w:rsidR="00DC3D5E" w:rsidRPr="00DC3D5E">
              <w:rPr>
                <w:rFonts w:ascii="Corbel" w:eastAsia="Cambria" w:hAnsi="Corbel"/>
                <w:sz w:val="24"/>
                <w:szCs w:val="24"/>
              </w:rPr>
              <w:t xml:space="preserve"> Malec,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J.</w:t>
            </w:r>
            <w:r w:rsidR="00DC3D5E" w:rsidRPr="00DC3D5E">
              <w:rPr>
                <w:rFonts w:ascii="Corbel" w:eastAsia="Cambria" w:hAnsi="Corbel"/>
                <w:sz w:val="24"/>
                <w:szCs w:val="24"/>
              </w:rPr>
              <w:t xml:space="preserve"> Malec,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Z.</w:t>
            </w:r>
            <w:r w:rsidR="00DC3D5E" w:rsidRPr="00DC3D5E">
              <w:rPr>
                <w:rFonts w:ascii="Corbel" w:eastAsia="Cambria" w:hAnsi="Corbel"/>
                <w:sz w:val="24"/>
                <w:szCs w:val="24"/>
              </w:rPr>
              <w:t xml:space="preserve"> Zarzycki, </w:t>
            </w:r>
            <w:r w:rsidR="00DC3D5E" w:rsidRPr="00DC3D5E">
              <w:rPr>
                <w:rFonts w:ascii="Corbel" w:eastAsia="Cambria" w:hAnsi="Corbel"/>
                <w:i/>
                <w:sz w:val="24"/>
                <w:szCs w:val="24"/>
              </w:rPr>
              <w:t>Historia administracji. Wybór źródeł</w:t>
            </w:r>
            <w:r w:rsidR="00DC3D5E" w:rsidRPr="00DC3D5E">
              <w:rPr>
                <w:rFonts w:ascii="Corbel" w:eastAsia="Cambria" w:hAnsi="Corbel"/>
                <w:sz w:val="24"/>
                <w:szCs w:val="24"/>
              </w:rPr>
              <w:t>,</w:t>
            </w:r>
            <w:r w:rsidR="00DC3D5E" w:rsidRPr="00DC3D5E">
              <w:rPr>
                <w:rFonts w:ascii="Corbel" w:eastAsia="Cambria" w:hAnsi="Corbel"/>
                <w:i/>
                <w:sz w:val="24"/>
                <w:szCs w:val="24"/>
              </w:rPr>
              <w:t xml:space="preserve"> </w:t>
            </w:r>
            <w:r w:rsidR="00DC3D5E" w:rsidRPr="00DC3D5E">
              <w:rPr>
                <w:rFonts w:ascii="Corbel" w:eastAsia="Cambria" w:hAnsi="Corbel"/>
                <w:sz w:val="24"/>
                <w:szCs w:val="24"/>
              </w:rPr>
              <w:t>Kraków 2002.</w:t>
            </w:r>
            <w:r w:rsidR="00DC3D5E" w:rsidRPr="00C3735F">
              <w:rPr>
                <w:rFonts w:ascii="Times New Roman" w:eastAsia="Cambria" w:hAnsi="Times New Roman"/>
              </w:rPr>
              <w:t xml:space="preserve">  </w:t>
            </w:r>
          </w:p>
        </w:tc>
      </w:tr>
    </w:tbl>
    <w:p w14:paraId="3E866A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BDD73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F6C87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D90AA2">
      <w:pgSz w:w="11906" w:h="16838"/>
      <w:pgMar w:top="28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84A479" w14:textId="77777777" w:rsidR="00573DE7" w:rsidRDefault="00573DE7" w:rsidP="00C16ABF">
      <w:pPr>
        <w:spacing w:after="0" w:line="240" w:lineRule="auto"/>
      </w:pPr>
      <w:r>
        <w:separator/>
      </w:r>
    </w:p>
  </w:endnote>
  <w:endnote w:type="continuationSeparator" w:id="0">
    <w:p w14:paraId="25235D0C" w14:textId="77777777" w:rsidR="00573DE7" w:rsidRDefault="00573DE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788DCB" w14:textId="77777777" w:rsidR="00573DE7" w:rsidRDefault="00573DE7" w:rsidP="00C16ABF">
      <w:pPr>
        <w:spacing w:after="0" w:line="240" w:lineRule="auto"/>
      </w:pPr>
      <w:r>
        <w:separator/>
      </w:r>
    </w:p>
  </w:footnote>
  <w:footnote w:type="continuationSeparator" w:id="0">
    <w:p w14:paraId="042FD0D1" w14:textId="77777777" w:rsidR="00573DE7" w:rsidRDefault="00573DE7" w:rsidP="00C16ABF">
      <w:pPr>
        <w:spacing w:after="0" w:line="240" w:lineRule="auto"/>
      </w:pPr>
      <w:r>
        <w:continuationSeparator/>
      </w:r>
    </w:p>
  </w:footnote>
  <w:footnote w:id="1">
    <w:p w14:paraId="6D90A71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23426C"/>
    <w:multiLevelType w:val="hybridMultilevel"/>
    <w:tmpl w:val="9800BD04"/>
    <w:lvl w:ilvl="0" w:tplc="C004ED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40F9E"/>
    <w:multiLevelType w:val="hybridMultilevel"/>
    <w:tmpl w:val="3DCC468A"/>
    <w:lvl w:ilvl="0" w:tplc="6A7449F8">
      <w:start w:val="1"/>
      <w:numFmt w:val="decimal"/>
      <w:lvlText w:val="%1."/>
      <w:lvlJc w:val="left"/>
      <w:pPr>
        <w:ind w:left="465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" w15:restartNumberingAfterBreak="0">
    <w:nsid w:val="42AB53A4"/>
    <w:multiLevelType w:val="hybridMultilevel"/>
    <w:tmpl w:val="84902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4145D7"/>
    <w:multiLevelType w:val="multilevel"/>
    <w:tmpl w:val="30CC7D0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5" w15:restartNumberingAfterBreak="0">
    <w:nsid w:val="649D14AD"/>
    <w:multiLevelType w:val="hybridMultilevel"/>
    <w:tmpl w:val="EF949FDE"/>
    <w:lvl w:ilvl="0" w:tplc="C0F4FF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FC4B18"/>
    <w:multiLevelType w:val="hybridMultilevel"/>
    <w:tmpl w:val="3FC49EFE"/>
    <w:lvl w:ilvl="0" w:tplc="C0F4FF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D33"/>
    <w:rsid w:val="00015B8F"/>
    <w:rsid w:val="00022ECE"/>
    <w:rsid w:val="00042A51"/>
    <w:rsid w:val="00042D2E"/>
    <w:rsid w:val="00044C82"/>
    <w:rsid w:val="00070ED6"/>
    <w:rsid w:val="000742DC"/>
    <w:rsid w:val="00084C12"/>
    <w:rsid w:val="00090B12"/>
    <w:rsid w:val="00092A5A"/>
    <w:rsid w:val="0009462C"/>
    <w:rsid w:val="00094B12"/>
    <w:rsid w:val="00096C46"/>
    <w:rsid w:val="000A296F"/>
    <w:rsid w:val="000A2A28"/>
    <w:rsid w:val="000A6F04"/>
    <w:rsid w:val="000B192D"/>
    <w:rsid w:val="000B28EE"/>
    <w:rsid w:val="000B3E37"/>
    <w:rsid w:val="000D04B0"/>
    <w:rsid w:val="000F1C57"/>
    <w:rsid w:val="000F5615"/>
    <w:rsid w:val="001005F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365C"/>
    <w:rsid w:val="001A70D2"/>
    <w:rsid w:val="001D657B"/>
    <w:rsid w:val="001D7B54"/>
    <w:rsid w:val="001E0209"/>
    <w:rsid w:val="001F2CA2"/>
    <w:rsid w:val="002144C0"/>
    <w:rsid w:val="00223914"/>
    <w:rsid w:val="0022413F"/>
    <w:rsid w:val="0022477D"/>
    <w:rsid w:val="0022660F"/>
    <w:rsid w:val="002278A9"/>
    <w:rsid w:val="002336F9"/>
    <w:rsid w:val="0024028F"/>
    <w:rsid w:val="00244ABC"/>
    <w:rsid w:val="00281FF2"/>
    <w:rsid w:val="002857DE"/>
    <w:rsid w:val="00291567"/>
    <w:rsid w:val="00293D62"/>
    <w:rsid w:val="002A22BF"/>
    <w:rsid w:val="002A2389"/>
    <w:rsid w:val="002A671D"/>
    <w:rsid w:val="002B4D55"/>
    <w:rsid w:val="002B5EA0"/>
    <w:rsid w:val="002B6119"/>
    <w:rsid w:val="002C1F06"/>
    <w:rsid w:val="002D3375"/>
    <w:rsid w:val="002D6B83"/>
    <w:rsid w:val="002D73D4"/>
    <w:rsid w:val="002F02A3"/>
    <w:rsid w:val="002F4ABE"/>
    <w:rsid w:val="003018BA"/>
    <w:rsid w:val="0030395F"/>
    <w:rsid w:val="00303967"/>
    <w:rsid w:val="00305C92"/>
    <w:rsid w:val="003147A0"/>
    <w:rsid w:val="003151C5"/>
    <w:rsid w:val="003343CF"/>
    <w:rsid w:val="00346FE9"/>
    <w:rsid w:val="0034759A"/>
    <w:rsid w:val="003503F6"/>
    <w:rsid w:val="003530DD"/>
    <w:rsid w:val="00355D77"/>
    <w:rsid w:val="00363F78"/>
    <w:rsid w:val="0037254A"/>
    <w:rsid w:val="003A0A5B"/>
    <w:rsid w:val="003A1176"/>
    <w:rsid w:val="003C0BAE"/>
    <w:rsid w:val="003D18A9"/>
    <w:rsid w:val="003D3B2F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2FFE"/>
    <w:rsid w:val="004652C2"/>
    <w:rsid w:val="004706D1"/>
    <w:rsid w:val="00471326"/>
    <w:rsid w:val="0047598D"/>
    <w:rsid w:val="0047779A"/>
    <w:rsid w:val="004840FD"/>
    <w:rsid w:val="00490F7D"/>
    <w:rsid w:val="00491678"/>
    <w:rsid w:val="004968E2"/>
    <w:rsid w:val="004A3EEA"/>
    <w:rsid w:val="004A4D1F"/>
    <w:rsid w:val="004B5B06"/>
    <w:rsid w:val="004D5282"/>
    <w:rsid w:val="004F1551"/>
    <w:rsid w:val="004F55A3"/>
    <w:rsid w:val="0050496F"/>
    <w:rsid w:val="00511A98"/>
    <w:rsid w:val="00513B6F"/>
    <w:rsid w:val="00517C63"/>
    <w:rsid w:val="005363C4"/>
    <w:rsid w:val="00536BDE"/>
    <w:rsid w:val="00543ACC"/>
    <w:rsid w:val="0056696D"/>
    <w:rsid w:val="005678E6"/>
    <w:rsid w:val="00573DE7"/>
    <w:rsid w:val="0059484D"/>
    <w:rsid w:val="005A0855"/>
    <w:rsid w:val="005A3196"/>
    <w:rsid w:val="005B1889"/>
    <w:rsid w:val="005C080F"/>
    <w:rsid w:val="005C55E5"/>
    <w:rsid w:val="005C696A"/>
    <w:rsid w:val="005E001B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3BC6"/>
    <w:rsid w:val="00671958"/>
    <w:rsid w:val="00675843"/>
    <w:rsid w:val="00696477"/>
    <w:rsid w:val="006A6A07"/>
    <w:rsid w:val="006C6051"/>
    <w:rsid w:val="006D050F"/>
    <w:rsid w:val="006D6139"/>
    <w:rsid w:val="006E5D65"/>
    <w:rsid w:val="006F1282"/>
    <w:rsid w:val="006F1FBC"/>
    <w:rsid w:val="006F31E2"/>
    <w:rsid w:val="006F6CBE"/>
    <w:rsid w:val="00706544"/>
    <w:rsid w:val="007072BA"/>
    <w:rsid w:val="0071620A"/>
    <w:rsid w:val="00717590"/>
    <w:rsid w:val="00724677"/>
    <w:rsid w:val="00725459"/>
    <w:rsid w:val="0073035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6A00"/>
    <w:rsid w:val="007A4022"/>
    <w:rsid w:val="007A6E6E"/>
    <w:rsid w:val="007B5DF4"/>
    <w:rsid w:val="007C3299"/>
    <w:rsid w:val="007C3BCC"/>
    <w:rsid w:val="007C4546"/>
    <w:rsid w:val="007D6E56"/>
    <w:rsid w:val="007F4155"/>
    <w:rsid w:val="0081554D"/>
    <w:rsid w:val="0081707E"/>
    <w:rsid w:val="008241A1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DC5"/>
    <w:rsid w:val="008E64F4"/>
    <w:rsid w:val="008F12C9"/>
    <w:rsid w:val="008F6E29"/>
    <w:rsid w:val="00906FAE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E5440"/>
    <w:rsid w:val="009F3C5C"/>
    <w:rsid w:val="009F4610"/>
    <w:rsid w:val="009F5088"/>
    <w:rsid w:val="00A00ECC"/>
    <w:rsid w:val="00A155EE"/>
    <w:rsid w:val="00A2245B"/>
    <w:rsid w:val="00A30110"/>
    <w:rsid w:val="00A36899"/>
    <w:rsid w:val="00A371F6"/>
    <w:rsid w:val="00A4195E"/>
    <w:rsid w:val="00A43BF6"/>
    <w:rsid w:val="00A53FA5"/>
    <w:rsid w:val="00A54817"/>
    <w:rsid w:val="00A601C8"/>
    <w:rsid w:val="00A60799"/>
    <w:rsid w:val="00A6709A"/>
    <w:rsid w:val="00A71B3D"/>
    <w:rsid w:val="00A84C85"/>
    <w:rsid w:val="00A90EB0"/>
    <w:rsid w:val="00A97DE1"/>
    <w:rsid w:val="00AB053C"/>
    <w:rsid w:val="00AC10D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5F7E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3E2A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58F4"/>
    <w:rsid w:val="00C94B98"/>
    <w:rsid w:val="00CA08DC"/>
    <w:rsid w:val="00CA2B96"/>
    <w:rsid w:val="00CA5089"/>
    <w:rsid w:val="00CB4C4A"/>
    <w:rsid w:val="00CB4D1B"/>
    <w:rsid w:val="00CD6897"/>
    <w:rsid w:val="00CE3473"/>
    <w:rsid w:val="00CE5BAC"/>
    <w:rsid w:val="00CF25BE"/>
    <w:rsid w:val="00CF78ED"/>
    <w:rsid w:val="00D02B25"/>
    <w:rsid w:val="00D02EBA"/>
    <w:rsid w:val="00D17C3C"/>
    <w:rsid w:val="00D24278"/>
    <w:rsid w:val="00D26B2C"/>
    <w:rsid w:val="00D352C9"/>
    <w:rsid w:val="00D425B2"/>
    <w:rsid w:val="00D428D6"/>
    <w:rsid w:val="00D47011"/>
    <w:rsid w:val="00D552B2"/>
    <w:rsid w:val="00D608D1"/>
    <w:rsid w:val="00D74119"/>
    <w:rsid w:val="00D8075B"/>
    <w:rsid w:val="00D8315E"/>
    <w:rsid w:val="00D8678B"/>
    <w:rsid w:val="00D87B1A"/>
    <w:rsid w:val="00D90AA2"/>
    <w:rsid w:val="00DA2114"/>
    <w:rsid w:val="00DC3D5E"/>
    <w:rsid w:val="00DC679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7F44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AAB"/>
    <w:rsid w:val="00EE2A4E"/>
    <w:rsid w:val="00EE32DE"/>
    <w:rsid w:val="00EE5457"/>
    <w:rsid w:val="00F070AB"/>
    <w:rsid w:val="00F17567"/>
    <w:rsid w:val="00F27A7B"/>
    <w:rsid w:val="00F526AF"/>
    <w:rsid w:val="00F54C62"/>
    <w:rsid w:val="00F617C3"/>
    <w:rsid w:val="00F7066B"/>
    <w:rsid w:val="00F748A4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3F5F7"/>
  <w15:docId w15:val="{BA9C4A2C-5F45-9042-B962-A332EF468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2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2A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2A5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2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2A5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/index.php?title=Andrzej_Gaca&amp;action=edit&amp;redlink=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l.wikipedia.org/wiki/Grzegorz_G%C3%B3rsk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l.wikipedia.org/wiki/Krystyna_Kami%C5%84sk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52BC3-1D72-4921-8D6E-6A769E590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6</Pages>
  <Words>1874</Words>
  <Characters>11247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2019-02-06T12:12:00Z</cp:lastPrinted>
  <dcterms:created xsi:type="dcterms:W3CDTF">2021-04-14T09:47:00Z</dcterms:created>
  <dcterms:modified xsi:type="dcterms:W3CDTF">2021-08-20T11:08:00Z</dcterms:modified>
</cp:coreProperties>
</file>